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A83B1" w14:textId="77777777" w:rsidR="00EE7937" w:rsidRPr="00EE7937" w:rsidRDefault="00EE7937" w:rsidP="00EE793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EE793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SARS-CoV-2/human/USA/TMCL-022A Nasal Swab/2022, complete genome</w:t>
      </w:r>
    </w:p>
    <w:p w14:paraId="621B0766" w14:textId="77777777" w:rsidR="00EE7937" w:rsidRPr="00EE7937" w:rsidRDefault="00EE7937" w:rsidP="00EE793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t>GenBank: OP629673.1</w:t>
      </w:r>
    </w:p>
    <w:p w14:paraId="41F7B5B0" w14:textId="77777777" w:rsidR="00EE7937" w:rsidRPr="00EE7937" w:rsidRDefault="00EE7937" w:rsidP="00EE793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"https://www.ncbi.nlm.nih.gov/nuccore/OP629673.1?report=fasta" </w:instrText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E793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"https://www.ncbi.nlm.nih.gov/nuccore/OP629673.1?report=graph" </w:instrText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E793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629673.1"/>
    <w:bookmarkEnd w:id="1"/>
    <w:p w14:paraId="5701EE6A" w14:textId="77777777" w:rsidR="00EE7937" w:rsidRPr="00EE7937" w:rsidRDefault="00EE7937" w:rsidP="00EE793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"https://www.ncbi.nlm.nih.gov/nuccore/OP629673.1" \l "goto2316624418_0" </w:instrText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EE793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EE793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0242B4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LOCUS       OP629673               29750 bp    RNA     linear   VRL 13-OCT-2022</w:t>
      </w:r>
    </w:p>
    <w:p w14:paraId="069E1E2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7AF7E80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SARS-CoV-2/human/USA/TMCL-022A Nasal Swab/2022, complete genome.</w:t>
      </w:r>
    </w:p>
    <w:p w14:paraId="138D5AA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ACCESSION   OP629673</w:t>
      </w:r>
    </w:p>
    <w:p w14:paraId="30DB80F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VERSION     OP629673.1</w:t>
      </w:r>
    </w:p>
    <w:p w14:paraId="6FEFB52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.</w:t>
      </w:r>
      <w:proofErr w:type="gramEnd"/>
    </w:p>
    <w:p w14:paraId="5A05C48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A5158C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C73C5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2F63512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102CA30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1B76176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bases 1 to 29750)</w:t>
      </w:r>
    </w:p>
    <w:p w14:paraId="1C6DCE6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Tseng,A.C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,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Qin,Y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Deng,Y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. and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Nerurkar,V.R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3B93E71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41419A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(13-OCT-2022) Tropical Medicine, Medical Microbiology and</w:t>
      </w:r>
    </w:p>
    <w:p w14:paraId="022897B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Pharmacology, University of Hawaii at Manoa, 651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Ilalo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Street,</w:t>
      </w:r>
    </w:p>
    <w:p w14:paraId="6A506FD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Honolulu, HI 96813, USA</w:t>
      </w:r>
    </w:p>
    <w:p w14:paraId="2ADE6AD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629673.1"/>
      <w:bookmarkEnd w:id="2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1B5704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nf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-core/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viralrecom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v. 2.5</w:t>
      </w:r>
    </w:p>
    <w:p w14:paraId="18A13A2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: Illumina</w:t>
      </w:r>
    </w:p>
    <w:p w14:paraId="7C407BE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0DF0EC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629673.1"/>
      <w:bookmarkEnd w:id="3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84801A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29750</w:t>
      </w:r>
    </w:p>
    <w:p w14:paraId="1D733C9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68E7D15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205776D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5677B7D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/isolate="SARS-CoV-2/human/USA/TMCL-022A Nasal Swab/2022"</w:t>
      </w:r>
    </w:p>
    <w:p w14:paraId="49D50F8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="nasal swab"</w:t>
      </w:r>
    </w:p>
    <w:p w14:paraId="0DC2302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DBED84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7D1DC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Hawaii"</w:t>
      </w:r>
    </w:p>
    <w:p w14:paraId="53EB1A8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="2022-06-25"</w:t>
      </w:r>
    </w:p>
    <w:p w14:paraId="7D6492D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"https://www.ncbi.nlm.nih.gov/nuccore/OP629673.1?from=216&amp;to=21496"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216..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21496</w:t>
      </w:r>
    </w:p>
    <w:p w14:paraId="166222F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E5188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"https://www.ncbi.nlm.nih.gov/nuccore/OP629673.1?location=216:13409,13409:21496"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216..13409,13409..21496)</w:t>
      </w:r>
    </w:p>
    <w:p w14:paraId="68E9E97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AEB44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7946E22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F5EF4C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68E0F41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"https://www.ncbi.nlm.nih.gov/protein/2316624419"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UYD63517.1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0218D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07F9FD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B23A34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13B4F5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B5F36D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4EC78A1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580A09E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42A791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3C7484E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5D1C77E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831944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112C8E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18B12C1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FF54BB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606691C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9F296F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A976E1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67E7D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6336CBE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4838FC6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D3746E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5CA78C5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2C0CF7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9E2B4A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938867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88C48D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8D4563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04FC9FE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A900B0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3050EA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40ED13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277DE51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CA1AE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B76628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KKDNSYFTEQPIDLVPNQPYPNASFDNFKFVCDNIKFADDLNQLTGYKKPASRELKVT</w:t>
      </w:r>
    </w:p>
    <w:p w14:paraId="27AE129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5C0BB38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7F3DE6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71A7AF0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48F3177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30D8A57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0250D9F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2C7A03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F5B427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B12AFC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6EDE3D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5F4BAA8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74DA69B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7A17704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703BD82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42E0CB4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4E24A2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3844070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24CE3BE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16DC2A9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75B96E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2FB851B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D24A03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124498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3825CC8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D246D5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1983D76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1EB961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75E993A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1CD2101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41BEF7A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63074B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1BFAC4F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7E63C0F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3EF10F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156A74A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3008EE0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19F419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35A4955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0602607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43B3C4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F84261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KGFCDLKGKYVQIPTTCANDPVGFTLKNTVCTVCGMWKGYGCSCDQLREPMLQSADAQ</w:t>
      </w:r>
    </w:p>
    <w:p w14:paraId="5BB71AD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1A8CE6E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2A82BBA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465D50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01AB365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20500FD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3A7D082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69AE5E2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615E57B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7B5873C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0B5F7BA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6916A89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254E0E7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3E8E60E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729083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7C2CEE9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62C9CAC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72752FD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14B985D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C4FE25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0FAC0D8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568F1A8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AF89E6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3EE0CF1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174CB9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08B348D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0FDD93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0582D18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06ADB50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5106F78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1353E1E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140DE9D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74D0497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759F908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057888B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C21060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9F133E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5561EED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29140BC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011516E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11B8F0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EDFIPMDSTVKNYFITDAQTGSSKCVCSVIDLLLDDFVEIIKSQDLSVVSKVVKVTID</w:t>
      </w:r>
    </w:p>
    <w:p w14:paraId="394BD35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YTEISFMLWCKDGHVETFYPKLQSSQAWQPGVAMPNLYKMQRMLLEKCDLQNYGDSAT</w:t>
      </w:r>
    </w:p>
    <w:p w14:paraId="2CF7B25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581B42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BEA3D3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743B9ED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2E4A07A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6914989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"https://www.ncbi.nlm.nih.gov/protein/UYD63517.1?from=1&amp;to=180"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216..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755</w:t>
      </w:r>
    </w:p>
    <w:p w14:paraId="562F9E0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CEF21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4D2B7F3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"https://www.ncbi.nlm.nih.gov/protein/UYD63517.1?from=181&amp;to=818"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756..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2669</w:t>
      </w:r>
    </w:p>
    <w:p w14:paraId="18BBD61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1209C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40DD8B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"https://www.ncbi.nlm.nih.gov/protein/UYD63517.1?from=819&amp;to=2763"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2670..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8504</w:t>
      </w:r>
    </w:p>
    <w:p w14:paraId="623F614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83021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20F3C90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"https://www.ncbi.nlm.nih.gov/protein/UYD63517.1?from=2764&amp;to=3263"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8505..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10004</w:t>
      </w:r>
    </w:p>
    <w:p w14:paraId="4374E75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DCCD5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FBEC51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"https://www.ncbi.nlm.nih.gov/protein/UYD63517.1?from=3264&amp;to=3569"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10005..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10922</w:t>
      </w:r>
    </w:p>
    <w:p w14:paraId="249CFE6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D925A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685C51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"https://www.ncbi.nlm.nih.gov/protein/UYD63517.1?from=3570&amp;to=3856"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10923..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11783</w:t>
      </w:r>
    </w:p>
    <w:p w14:paraId="34E6EC4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025ED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FD472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"https://www.ncbi.nlm.nih.gov/protein/UYD63517.1?from=3857&amp;to=3939"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11784..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12032</w:t>
      </w:r>
    </w:p>
    <w:p w14:paraId="7A9F965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571BA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3CDFC7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"https://www.ncbi.nlm.nih.gov/protein/UYD63517.1?from=3940&amp;to=4137"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12033..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12626</w:t>
      </w:r>
    </w:p>
    <w:p w14:paraId="505C212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71860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13307E3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"https://www.ncbi.nlm.nih.gov/protein/UYD63517.1?from=4138&amp;to=4250"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12627..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12965</w:t>
      </w:r>
    </w:p>
    <w:p w14:paraId="466791A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4B5C9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C2B7A5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"https://www.ncbi.nlm.nih.gov/protein/UYD63517.1?from=4251&amp;to=4389"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12966..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13382</w:t>
      </w:r>
    </w:p>
    <w:p w14:paraId="2B01875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B1FAB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AECC7E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"https://www.ncbi.nlm.nih.gov/protein/UYD63517.1?from=4390&amp;to=5321"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13383..13409,13409..16177)</w:t>
      </w:r>
    </w:p>
    <w:p w14:paraId="18BCC49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CCF14E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F6183E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"https://www.ncbi.nlm.nih.gov/protein/UYD63517.1?from=5322&amp;to=5922"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16178..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17980</w:t>
      </w:r>
    </w:p>
    <w:p w14:paraId="6B0F537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0309A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7D960F5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"https://www.ncbi.nlm.nih.gov/protein/UYD63517.1?from=5923&amp;to=6449"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17981..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19561</w:t>
      </w:r>
    </w:p>
    <w:p w14:paraId="00D6E42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FC8A7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588AD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"https://www.ncbi.nlm.nih.gov/protein/UYD63517.1?from=6450&amp;to=6795"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19562..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20599</w:t>
      </w:r>
    </w:p>
    <w:p w14:paraId="64D415D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5736A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7D91C3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"https://www.ncbi.nlm.nih.gov/protein/UYD63517.1?from=6796&amp;to=7093"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20600..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21493</w:t>
      </w:r>
    </w:p>
    <w:p w14:paraId="4F1CE2A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308EC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BE2BEF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"https://www.ncbi.nlm.nih.gov/nuccore/OP629673.1?from=216&amp;to=13424"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216..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13424</w:t>
      </w:r>
    </w:p>
    <w:p w14:paraId="04C4CC9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E8B16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5EB081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34A18F3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"https://www.ncbi.nlm.nih.gov/protein/2316624420"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UYD63518.1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4FF909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B5B9EE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4EB721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278486F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223B7F5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F8FED0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F847AD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869290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558B23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76BA91D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E78FFF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3300056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2DB876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5AE6252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A2B2AF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751D417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E65615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2547B8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E14E9E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35E0B4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19E44E4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69BFAA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08EC5C2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E97D21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164276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A48934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D46E41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3A9CD6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43AC4D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NSHEGKTFYVLPNDDTLRVEAFEYYHTTDPSFLGRYMSALNHTKKWKYPQVNGLTSIK</w:t>
      </w:r>
    </w:p>
    <w:p w14:paraId="3D9E115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40C415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534C2A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41BBB1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56E4121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6975F9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83BE0A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C263F9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52630E8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D31162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F2AB59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44857E9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5056D9D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EF035F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50543B2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4A6DED8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763E543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032C68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6F8357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B28D89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290942E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6358D7B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6259212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10590D6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4363685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57A7394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454D714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EAALCTFLLNKEMYLKLRSDVLLPLTQYNRYLALYNKYKYFSGAMDTTSYREAACCHL</w:t>
      </w:r>
    </w:p>
    <w:p w14:paraId="46FF566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CA2B4A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8F9B24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3E39237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1114AC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7F6E1B3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3E16066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6E00BB4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D1DFB3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723B7E9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6F7357B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36F9F09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2D8E846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4F793C5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90C3A1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NNARDGCVPLNIIPLTTAAKLMVVIPDYNTYKNTCDGTTFTYASALWEIQQVVDADSK</w:t>
      </w:r>
    </w:p>
    <w:p w14:paraId="651E049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4BA3B69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62A11B4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9A0F4E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EE0D21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61E7587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033AF22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"https://www.ncbi.nlm.nih.gov/protein/UYD63518.1?from=1&amp;to=180"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216..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755</w:t>
      </w:r>
    </w:p>
    <w:p w14:paraId="076993B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54DED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6AF615F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"https://www.ncbi.nlm.nih.gov/protein/UYD63518.1?from=181&amp;to=818"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756..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2669</w:t>
      </w:r>
    </w:p>
    <w:p w14:paraId="7DB5B26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8A9F4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70DD3C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"https://www.ncbi.nlm.nih.gov/protein/UYD63518.1?from=819&amp;to=2763"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2670..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8504</w:t>
      </w:r>
    </w:p>
    <w:p w14:paraId="1882DA8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06475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EEB5CF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"https://www.ncbi.nlm.nih.gov/protein/UYD63518.1?from=2764&amp;to=3263"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8505..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10004</w:t>
      </w:r>
    </w:p>
    <w:p w14:paraId="065B89A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D0F3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FFE276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"https://www.ncbi.nlm.nih.gov/protein/UYD63518.1?from=3264&amp;to=3569"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10005..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10922</w:t>
      </w:r>
    </w:p>
    <w:p w14:paraId="043B1DA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AEE20C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C6C759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"https://www.ncbi.nlm.nih.gov/protein/UYD63518.1?from=3570&amp;to=3856"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10923..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11783</w:t>
      </w:r>
    </w:p>
    <w:p w14:paraId="77E71E8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8A2B1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7A4888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"https://www.ncbi.nlm.nih.gov/protein/UYD63518.1?from=3857&amp;to=3939"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11784..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12032</w:t>
      </w:r>
    </w:p>
    <w:p w14:paraId="2E171F5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19A36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A9E374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"https://www.ncbi.nlm.nih.gov/protein/UYD63518.1?from=3940&amp;to=4137"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12033..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12626</w:t>
      </w:r>
    </w:p>
    <w:p w14:paraId="42BB739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C4F193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186276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"https://www.ncbi.nlm.nih.gov/protein/UYD63518.1?from=4138&amp;to=4250"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12627..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12965</w:t>
      </w:r>
    </w:p>
    <w:p w14:paraId="42A2292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129B4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EDCF81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"https://www.ncbi.nlm.nih.gov/protein/UYD63518.1?from=4251&amp;to=4389"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12966..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13382</w:t>
      </w:r>
    </w:p>
    <w:p w14:paraId="7E278F9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EBD1F2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85FE52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"https://www.ncbi.nlm.nih.gov/protein/UYD63518.1?from=4390&amp;to=4402"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13383..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13421</w:t>
      </w:r>
    </w:p>
    <w:p w14:paraId="21E7749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70BA1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AA0F50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"https://www.ncbi.nlm.nih.gov/nuccore/OP629673.1?from=13417&amp;to=13444"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13417..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13444</w:t>
      </w:r>
    </w:p>
    <w:p w14:paraId="1BE3F49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2C0F4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1C53651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6593F8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"https://www.ncbi.nlm.nih.gov/nuccore/OP629673.1?from=13429&amp;to=13483"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13429..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13483</w:t>
      </w:r>
    </w:p>
    <w:p w14:paraId="68E7E02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8F59D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70774C5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2BB9D79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"https://www.ncbi.nlm.nih.gov/nuccore/OP629673.1?from=21504&amp;to=25316"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21504..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25316</w:t>
      </w:r>
    </w:p>
    <w:p w14:paraId="1390981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2D279B3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"https://www.ncbi.nlm.nih.gov/nuccore/OP629673.1?from=21504&amp;to=25316"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21504..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25316</w:t>
      </w:r>
    </w:p>
    <w:p w14:paraId="6379BC2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0333E9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8F40ED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5E99FC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"https://www.ncbi.nlm.nih.gov/protein/2316624421"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UYD63519.1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A44B9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4FF4008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5EC5D2E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6638ABC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2723C70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297B63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136C8F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DC90CF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45033A0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RLFRKSNLKPFERDISTEIYQAGNKPCNGVAGFNCYFPLQSYGFRPTYGVGHQPYRVV</w:t>
      </w:r>
    </w:p>
    <w:p w14:paraId="27D5A6F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4A7205D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13574CA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1725191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5410A9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2B40C86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F5601E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51948C0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4ACCEBE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328273A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19AAD3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35F527D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906812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994ABE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793796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"https://www.ncbi.nlm.nih.gov/nuccore/OP629673.1?from=25325&amp;to=26152"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25325..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26152</w:t>
      </w:r>
    </w:p>
    <w:p w14:paraId="7FA494D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7EF000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"https://www.ncbi.nlm.nih.gov/nuccore/OP629673.1?from=25325&amp;to=26152"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25325..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26152</w:t>
      </w:r>
    </w:p>
    <w:p w14:paraId="56E1EDF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473884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F40F52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A0A74D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"https://www.ncbi.nlm.nih.gov/protein/2316624422"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UYD63520.1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E3176D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5AA8A69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30BC73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5E5A8E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68E44D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AF2F30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"https://www.ncbi.nlm.nih.gov/nuccore/OP629673.1?from=26177&amp;to=26404"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26177..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26404</w:t>
      </w:r>
    </w:p>
    <w:p w14:paraId="0561F2A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9A63FB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"https://www.ncbi.nlm.nih.gov/nuccore/OP629673.1?from=26177&amp;to=26404"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26177..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26404</w:t>
      </w:r>
    </w:p>
    <w:p w14:paraId="19E81E6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E3796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9B6889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7AA3E17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"https://www.ncbi.nlm.nih.gov/protein/2316624423"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UYD63521.1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C0CE0A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512510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7ABBAA4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"https://www.ncbi.nlm.nih.gov/nuccore/OP629673.1?from=26455&amp;to=27123"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26455..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27123</w:t>
      </w:r>
    </w:p>
    <w:p w14:paraId="0C81124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EA6302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"https://www.ncbi.nlm.nih.gov/nuccore/OP629673.1?from=26455&amp;to=27123"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26455..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27123</w:t>
      </w:r>
    </w:p>
    <w:p w14:paraId="5891977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46C878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297EA9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9102EB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"https://www.ncbi.nlm.nih.gov/protein/2316624424"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UYD63522.1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DD570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261AAD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7E41CD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65339EC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85E178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1CB8449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"https://www.ncbi.nlm.nih.gov/nuccore/OP629673.1?from=27134&amp;to=27319"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27134..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27319</w:t>
      </w:r>
    </w:p>
    <w:p w14:paraId="642D474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815300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"https://www.ncbi.nlm.nih.gov/nuccore/OP629673.1?from=27134&amp;to=27319"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27134..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27319</w:t>
      </w:r>
    </w:p>
    <w:p w14:paraId="1FDFB12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39C7C6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55EA8E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B82AC6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"https://www.ncbi.nlm.nih.gov/protein/2316624425"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UYD63523.1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F1D3A1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F499D0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661A035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"https://www.ncbi.nlm.nih.gov/nuccore/OP629673.1?from=27326&amp;to=27691"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27326..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27691</w:t>
      </w:r>
    </w:p>
    <w:p w14:paraId="0EFDF1E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F34E1B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"https://www.ncbi.nlm.nih.gov/nuccore/OP629673.1?from=27326&amp;to=27691"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27326..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27691</w:t>
      </w:r>
    </w:p>
    <w:p w14:paraId="6AC4CE7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B30F3D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0080FE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05791C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"https://www.ncbi.nlm.nih.gov/protein/2316624426"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UYD63524.1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A8025E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13A177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5CA3B55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0F713EA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"https://www.ncbi.nlm.nih.gov/nuccore/OP629673.1?from=27688&amp;to=27819"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27688..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27819</w:t>
      </w:r>
    </w:p>
    <w:p w14:paraId="067D30F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BCB175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"https://www.ncbi.nlm.nih.gov/nuccore/OP629673.1?from=27688&amp;to=27819"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27688..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27819</w:t>
      </w:r>
    </w:p>
    <w:p w14:paraId="094C432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DB7CB2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1EF9C80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F7A754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"https://www.ncbi.nlm.nih.gov/protein/2316624427"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UYD63525.1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F0FC8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0313BC3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"https://www.ncbi.nlm.nih.gov/nuccore/OP629673.1?from=27826&amp;to=28191"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27826..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28191</w:t>
      </w:r>
    </w:p>
    <w:p w14:paraId="2727DA7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EF54E0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"https://www.ncbi.nlm.nih.gov/nuccore/OP629673.1?from=27826&amp;to=28191"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27826..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28191</w:t>
      </w:r>
    </w:p>
    <w:p w14:paraId="63BEDC2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C11735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482343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219B52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"https://www.ncbi.nlm.nih.gov/protein/2316624428"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UYD63526.1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47D2E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1733FD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6D65DE7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815867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"https://www.ncbi.nlm.nih.gov/nuccore/OP629673.1?from=28206&amp;to=29456"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28206..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29456</w:t>
      </w:r>
    </w:p>
    <w:p w14:paraId="6CD4D62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C287C4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"https://www.ncbi.nlm.nih.gov/nuccore/OP629673.1?from=28206&amp;to=29456"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28206..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29456</w:t>
      </w:r>
    </w:p>
    <w:p w14:paraId="7835394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CE2AE6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F48C6F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60496C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"https://www.ncbi.nlm.nih.gov/protein/2316624429"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UYD63527.1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19A6A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581B952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353611B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652B92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5E95E9E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383C248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765148E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27675A5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301253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"https://www.ncbi.nlm.nih.gov/nuccore/OP629673.1?from=29481&amp;to=29597"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29481..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29597</w:t>
      </w:r>
    </w:p>
    <w:p w14:paraId="1DFD09D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F6E6D2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"https://www.ncbi.nlm.nih.gov/nuccore/OP629673.1?from=29481&amp;to=29597"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29481..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29597</w:t>
      </w:r>
    </w:p>
    <w:p w14:paraId="1A5EE71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5D3F00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EAB85B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/product="ORF10 protein"</w:t>
      </w:r>
    </w:p>
    <w:p w14:paraId="4534D90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"https://www.ncbi.nlm.nih.gov/protein/2316624430"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UYD63528.1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75BF0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1B2E23D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"https://www.ncbi.nlm.nih.gov/nuccore/OP629673.1?from=29532&amp;to=29567"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29532..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29567</w:t>
      </w:r>
    </w:p>
    <w:p w14:paraId="5421E71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3AA499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6D644E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"https://www.ncbi.nlm.nih.gov/nuccore/OP629673.1?from=29552&amp;to=29580"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29552..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29580</w:t>
      </w:r>
    </w:p>
    <w:p w14:paraId="051F29D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794EC9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745C56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"https://www.ncbi.nlm.nih.gov/nuccore/OP629673.1?from=29651&amp;to=29691" </w:instrTex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EE793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29651..</w:t>
      </w:r>
      <w:proofErr w:type="gram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29691</w:t>
      </w:r>
    </w:p>
    <w:p w14:paraId="5AB405F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4755E25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44D92F5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629673.1"/>
      <w:bookmarkEnd w:id="4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ttgtagatct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gttctctaaa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cgaactttaa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aatctgtgtg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gctgtcactc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ggctgcatgc</w:t>
      </w:r>
      <w:proofErr w:type="spellEnd"/>
    </w:p>
    <w:p w14:paraId="5AFA39F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ttagtgcact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cacgcagtat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aattaataac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taattactgt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cgttgacagg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acacgagtaa</w:t>
      </w:r>
      <w:proofErr w:type="spellEnd"/>
    </w:p>
    <w:p w14:paraId="4C8E309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ctcgtctatc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ttctgcaggc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tgcttacggt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ttcgtccgtg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ttgcagccga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tcatcagcac</w:t>
      </w:r>
      <w:proofErr w:type="spellEnd"/>
    </w:p>
    <w:p w14:paraId="05E9E5D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atctaggttt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tgtccgggtg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tgaccgaaag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gtaagatgga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gagccttgtc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cctggtttca</w:t>
      </w:r>
      <w:proofErr w:type="spellEnd"/>
    </w:p>
    <w:p w14:paraId="7924628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acgagaaaac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acacgtccaa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ctcagtttgc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ctgttttaca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ggttcgcgac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gtgctcgtac</w:t>
      </w:r>
      <w:proofErr w:type="spellEnd"/>
    </w:p>
    <w:p w14:paraId="03E45F3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gtggctttgg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agactccgtg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gaggaggtct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tatcagaggc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acgtcaacat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cttaaagatg</w:t>
      </w:r>
      <w:proofErr w:type="spellEnd"/>
    </w:p>
    <w:p w14:paraId="6B264F3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gcacttgtgg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cttagtagaa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gttgaaaaag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gcgttttgcc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tcaacttgaa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cagccctatg</w:t>
      </w:r>
      <w:proofErr w:type="spellEnd"/>
    </w:p>
    <w:p w14:paraId="37BB048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tgttcatcaa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acgttcggat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gctcgaactg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cacctcatgg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tcatgttatg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gttgagctgg</w:t>
      </w:r>
      <w:proofErr w:type="spellEnd"/>
    </w:p>
    <w:p w14:paraId="1CAA2EA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tagcagaact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cgaaggcatt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cagtacggtc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gtagtggtga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gacacttggt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gtccttgtcc</w:t>
      </w:r>
      <w:proofErr w:type="spellEnd"/>
    </w:p>
    <w:p w14:paraId="47CB79B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ctcatgtggg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cgaaatacca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gtggcttacc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gcaaggttct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tcttcgtaag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aacggtaata</w:t>
      </w:r>
      <w:proofErr w:type="spellEnd"/>
    </w:p>
    <w:p w14:paraId="6408D67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aaggagctgg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tggccatagg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tacggcgccg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atctaaagtc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atttgactta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ggcgacgagc</w:t>
      </w:r>
      <w:proofErr w:type="spellEnd"/>
    </w:p>
    <w:p w14:paraId="4218788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ttggcactga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tccttatgaa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gattttcaag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aaaactggaa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cactaaacat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agcagtggtg</w:t>
      </w:r>
      <w:proofErr w:type="spellEnd"/>
    </w:p>
    <w:p w14:paraId="3FD4E96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ttacccgtga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actcatgcgt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gagcttaacg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gaggggcata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cactcgctat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gtcgataaca</w:t>
      </w:r>
      <w:proofErr w:type="spellEnd"/>
    </w:p>
    <w:p w14:paraId="660BC34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acttctgtgg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ccctgatggc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taccctcttg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agtgcattaa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agaccttcta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gcacgtgctg</w:t>
      </w:r>
      <w:proofErr w:type="spellEnd"/>
    </w:p>
    <w:p w14:paraId="6C4F5BF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gtaaagcttc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atgcactttg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tccgaacaac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tggactttat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tgacactaag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aggggtgtat</w:t>
      </w:r>
      <w:proofErr w:type="spellEnd"/>
    </w:p>
    <w:p w14:paraId="3B884FD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actgctgccg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tgaacatgag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catgaaattg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cttggtacac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ggaacgttct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gaaaagagct</w:t>
      </w:r>
      <w:proofErr w:type="spellEnd"/>
    </w:p>
    <w:p w14:paraId="776C235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atgaattgca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gacacctttt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gaaattaaat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tggcaaagaa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atttgacacc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ttcaatgggg</w:t>
      </w:r>
      <w:proofErr w:type="spellEnd"/>
    </w:p>
    <w:p w14:paraId="0A9526A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aatgtccaaa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ttttgtattt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cccttaaatt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ccataatcaa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gactattcaa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ccaagggttg</w:t>
      </w:r>
      <w:proofErr w:type="spellEnd"/>
    </w:p>
    <w:p w14:paraId="16F8074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aaaagaaaaa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gcttgatggc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tttatgggta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gaattcgatc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tgtctatcca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gttgcgtcac</w:t>
      </w:r>
      <w:proofErr w:type="spellEnd"/>
    </w:p>
    <w:p w14:paraId="443BA38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caaatgaatg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caaccaaatg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tgcctttcaa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ctctcatgaa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gtgtgatcat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tgtggtgaaa</w:t>
      </w:r>
      <w:proofErr w:type="spellEnd"/>
    </w:p>
    <w:p w14:paraId="3EFE4EF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cttcatggca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gacgggcgat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tttgttaaag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ccacttgcga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attttgtggc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actgagaatt</w:t>
      </w:r>
      <w:proofErr w:type="spellEnd"/>
    </w:p>
    <w:p w14:paraId="3D28EF9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tgactaaaga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aggtgccact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acttgtggtt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acttacccca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gttaaaattt</w:t>
      </w:r>
      <w:proofErr w:type="spellEnd"/>
    </w:p>
    <w:p w14:paraId="667B553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attgtccagc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atgtcacaat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tcagaagtag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gacctgagca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tagtcttgcc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gaataccata</w:t>
      </w:r>
      <w:proofErr w:type="spellEnd"/>
    </w:p>
    <w:p w14:paraId="2481A42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atgaatctgg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cttgaaaacc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attcttcgta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agggtggtcg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cactattgcc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tttggaggct</w:t>
      </w:r>
      <w:proofErr w:type="spellEnd"/>
    </w:p>
    <w:p w14:paraId="1C845A3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gtgtgttctc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ttatgttggt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tgccataaca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agtgtgccta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ttgggttcca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cgtgctagcg</w:t>
      </w:r>
      <w:proofErr w:type="spellEnd"/>
    </w:p>
    <w:p w14:paraId="1C84EFB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ctaacatagg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ttgtaaccat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acaggtgttg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ttggagaagg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ttccgaaggt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cttaatgaca</w:t>
      </w:r>
      <w:proofErr w:type="spellEnd"/>
    </w:p>
    <w:p w14:paraId="32ECA76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accttcttga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aatactccaa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aaagagaaag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tcaacatcaa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tattgttggt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gactttaaac</w:t>
      </w:r>
      <w:proofErr w:type="spellEnd"/>
    </w:p>
    <w:p w14:paraId="3BDFF50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ttaatgaaga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gatcgccatt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attttggcat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ctttttctgc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ttccacaagt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gcttttgtgg</w:t>
      </w:r>
      <w:proofErr w:type="spellEnd"/>
    </w:p>
    <w:p w14:paraId="19C83E7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aaactgtgaa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aggtttggat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tataaagcat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tcaaacaaat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tgttgaatcc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tgtggtaatt</w:t>
      </w:r>
      <w:proofErr w:type="spellEnd"/>
    </w:p>
    <w:p w14:paraId="321095F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ttaaagttac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aaaaggaaaa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gctaaaaaag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gtgcctggaa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tattggtgaa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cagaaatcaa</w:t>
      </w:r>
      <w:proofErr w:type="spellEnd"/>
    </w:p>
    <w:p w14:paraId="415737C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tactgagtcc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tctttatgca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tttgcatcag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aggctgctcg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tgttgtacga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tcaattttct</w:t>
      </w:r>
      <w:proofErr w:type="spellEnd"/>
    </w:p>
    <w:p w14:paraId="4A035C2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cccgcactct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tgaaactgct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caaaattctg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tgcgtgtttt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acagaaggcc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gctataacaa</w:t>
      </w:r>
      <w:proofErr w:type="spellEnd"/>
    </w:p>
    <w:p w14:paraId="7DF2367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tactagatgg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aatttcacag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tattcactga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gactcattga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tgctatgatg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ttcacatctg</w:t>
      </w:r>
      <w:proofErr w:type="spellEnd"/>
    </w:p>
    <w:p w14:paraId="5020D40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atttggctac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taacaatcta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gttgtaatgg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cctacattac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aggtggtgtt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gttcagttga</w:t>
      </w:r>
      <w:proofErr w:type="spellEnd"/>
    </w:p>
    <w:p w14:paraId="1672744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cttcgcagtg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gctaactaac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atctttggca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ctgtttatga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aaaactcaaa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cccgtccttg</w:t>
      </w:r>
      <w:proofErr w:type="spellEnd"/>
    </w:p>
    <w:p w14:paraId="3FE44F1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attggcttga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agagaagttt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aaggaaggtg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tagagtttct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tagagacggt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tgggaaattg</w:t>
      </w:r>
      <w:proofErr w:type="spellEnd"/>
    </w:p>
    <w:p w14:paraId="34BB0A2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ctcaacctgt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gcttgtgaaa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ttgtcggtgg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acaaattgtc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acctgtgcaa</w:t>
      </w:r>
      <w:proofErr w:type="spellEnd"/>
    </w:p>
    <w:p w14:paraId="06809FF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aggaaattaa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ggagagtgtt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cagacattct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ttaagcttgt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aaataaattt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ttggctttgt</w:t>
      </w:r>
      <w:proofErr w:type="spellEnd"/>
    </w:p>
    <w:p w14:paraId="0F85392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gtgctgactc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tatcattatt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ggtggagcta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aacttaaagc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cttgaattta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ggtgaaacat</w:t>
      </w:r>
      <w:proofErr w:type="spellEnd"/>
    </w:p>
    <w:p w14:paraId="04EF052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ttgtcacgca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ctcaaaggga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ttgtacagaa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agtgtgttaa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atccagagaa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gaaactggcc</w:t>
      </w:r>
      <w:proofErr w:type="spellEnd"/>
    </w:p>
    <w:p w14:paraId="60A6986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tactcatgcc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tctaaaagcc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ccaaaagaaa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ttatcttctt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agagggagaa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acacttccca</w:t>
      </w:r>
      <w:proofErr w:type="spellEnd"/>
    </w:p>
    <w:p w14:paraId="723116A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cagaagtgtt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aacagaggaa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gttgtcttga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aaactggtga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ttagaacaac</w:t>
      </w:r>
      <w:proofErr w:type="spellEnd"/>
    </w:p>
    <w:p w14:paraId="603E2AA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ctactagtga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agctgttgaa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gctccattgg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ttggtacacc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agtttgtatt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aacgggctta</w:t>
      </w:r>
      <w:proofErr w:type="spellEnd"/>
    </w:p>
    <w:p w14:paraId="4BF8295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tgttgctcga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aatcaaagac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acagaaaagt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actgtgccct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tgcacctaat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atgatggtaa</w:t>
      </w:r>
      <w:proofErr w:type="spellEnd"/>
    </w:p>
    <w:p w14:paraId="0A57613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caaacaatac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cttcacactc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aaaggcggtg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caccaacaaa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ggttactttt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ggtgatgaca</w:t>
      </w:r>
      <w:proofErr w:type="spellEnd"/>
    </w:p>
    <w:p w14:paraId="5539A76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ctgtgataga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agtgcaaggt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tacaagagtg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tgaatatcat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ttttgaactt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gatgaaagga</w:t>
      </w:r>
      <w:proofErr w:type="spellEnd"/>
    </w:p>
    <w:p w14:paraId="1FD77F7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ttgataaagt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acttaatgag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aagtgctctg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cctatacagt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tgaactcggt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acagaagtaa</w:t>
      </w:r>
      <w:proofErr w:type="spellEnd"/>
    </w:p>
    <w:p w14:paraId="2941034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atgagttcgc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ctgtgttgtg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tcataaaaac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tttgcaacca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gtatctgaat</w:t>
      </w:r>
      <w:proofErr w:type="spellEnd"/>
    </w:p>
    <w:p w14:paraId="3E27332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tacttacacc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actgggcatt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gatttagatg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agtggagtat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ggctacatac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tacttatttg</w:t>
      </w:r>
      <w:proofErr w:type="spellEnd"/>
    </w:p>
    <w:p w14:paraId="00E224C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atgagtctgg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tgagtttaaa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ttggcttcac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atatgtattg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ttctttttac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cctccagatg</w:t>
      </w:r>
      <w:proofErr w:type="spellEnd"/>
    </w:p>
    <w:p w14:paraId="7EA9B65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aggatgaaga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agaaggtgat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tgtgaagaag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aagagtttga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gccatcaact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caatatgagt</w:t>
      </w:r>
      <w:proofErr w:type="spellEnd"/>
    </w:p>
    <w:p w14:paraId="4FC41AF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atggtactga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agatgattac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caaggtaaac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ctttggaatt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tggtgccact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tctgctgctc</w:t>
      </w:r>
      <w:proofErr w:type="spellEnd"/>
    </w:p>
    <w:p w14:paraId="314B5D8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ttcaacctga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agaagagcaa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gaagaagatt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ggttagatga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tgatagtcaa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caaactgttg</w:t>
      </w:r>
      <w:proofErr w:type="spellEnd"/>
    </w:p>
    <w:p w14:paraId="334F0DA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gtcaacaaga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cggcagtgag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gacaatcaga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caactactat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tcaaacaatt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gttgaggttc</w:t>
      </w:r>
      <w:proofErr w:type="spellEnd"/>
    </w:p>
    <w:p w14:paraId="7ACBC02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aacctcaatt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agagatggaa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cttacaccag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ttgttcagac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tattgaagtg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aatagtttta</w:t>
      </w:r>
      <w:proofErr w:type="spellEnd"/>
    </w:p>
    <w:p w14:paraId="75981F2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gtggttattt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aaaacttact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gacaatgtat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acattaaaaa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tgcagacatt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gtggaagaag</w:t>
      </w:r>
      <w:proofErr w:type="spellEnd"/>
    </w:p>
    <w:p w14:paraId="67F07DA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ctaaaaaggt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aaaaccaaca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gtggttgtta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atgcagccaa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tgtttacctt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aaacatggag</w:t>
      </w:r>
      <w:proofErr w:type="spellEnd"/>
    </w:p>
    <w:p w14:paraId="1012339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gaggtgttgc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aggagcctta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aataaggcta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ctaacaatgc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catgcaagtt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gaatctgatg</w:t>
      </w:r>
      <w:proofErr w:type="spellEnd"/>
    </w:p>
    <w:p w14:paraId="2551BDE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attacatagc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tactaatgga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ccacttaaag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tgggtggtag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ttgtgtttta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agcggacaca</w:t>
      </w:r>
      <w:proofErr w:type="spellEnd"/>
    </w:p>
    <w:p w14:paraId="4BEE706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atcttgctaa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acactgtctt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catgttgtcg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gcccaaatgt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taacaaaggt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gaagacattc</w:t>
      </w:r>
      <w:proofErr w:type="spellEnd"/>
    </w:p>
    <w:p w14:paraId="1559F49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aacttcttaa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gagtgcttat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gaaaatttta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atcagcacga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agttctactt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gcaccattat</w:t>
      </w:r>
      <w:proofErr w:type="spellEnd"/>
    </w:p>
    <w:p w14:paraId="3708CC9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tatcagctgg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tatttttggt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gctgacccta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tacattcttt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aagagtttgt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gtagatactg</w:t>
      </w:r>
      <w:proofErr w:type="spellEnd"/>
    </w:p>
    <w:p w14:paraId="679CF21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ttcgcacaaa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tgtctactta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gctgtctttg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ataaaaatct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ctatgacaaa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cttgtttcaa</w:t>
      </w:r>
      <w:proofErr w:type="spellEnd"/>
    </w:p>
    <w:p w14:paraId="0AFFB87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gctttttgga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aatgaagagt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gaaaagcaag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ttgaacaaaa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gatcgctgag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attcctaaag</w:t>
      </w:r>
      <w:proofErr w:type="spellEnd"/>
    </w:p>
    <w:p w14:paraId="0F5486D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aggaagttaa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gccatttata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actgaaagta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aaccttcagt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tgaacagaga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aaacaagatg</w:t>
      </w:r>
      <w:proofErr w:type="spellEnd"/>
    </w:p>
    <w:p w14:paraId="38C5EF9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ataagaaaat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caaagcttgt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gttgaagaag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ttacaacaac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tctggaagaa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actaagttcc</w:t>
      </w:r>
      <w:proofErr w:type="spellEnd"/>
    </w:p>
    <w:p w14:paraId="1C85A65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tcacagaaaa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cttgttactt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tatattgaca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ttaatggcaa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tcttcatcca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gattctgcca</w:t>
      </w:r>
      <w:proofErr w:type="spellEnd"/>
    </w:p>
    <w:p w14:paraId="4E4AFE5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ctcttgttag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tgacattgac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atcactttct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taaagaaaga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tgctccatat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atagtgggtg</w:t>
      </w:r>
      <w:proofErr w:type="spellEnd"/>
    </w:p>
    <w:p w14:paraId="2E0C4C4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atgttgttca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agagggtgtt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ttaactgctg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tggttatacc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tactaaaaag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gctagtggca</w:t>
      </w:r>
      <w:proofErr w:type="spellEnd"/>
    </w:p>
    <w:p w14:paraId="28D76FF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ctactgaaat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gctagcgaaa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gctttgagaa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aagtgccaac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agacaattat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ataaccactt</w:t>
      </w:r>
      <w:proofErr w:type="spellEnd"/>
    </w:p>
    <w:p w14:paraId="6BEE988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acccgggtca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gggtttaaat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ggttacactg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tagaggaggc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aaagacagtg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cttaaaaagt</w:t>
      </w:r>
      <w:proofErr w:type="spellEnd"/>
    </w:p>
    <w:p w14:paraId="3B5EC91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gtaaaagtgc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tttttacatt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ctaccatcta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ttatctctaa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tgagaagcaa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gaaattcttg</w:t>
      </w:r>
      <w:proofErr w:type="spellEnd"/>
    </w:p>
    <w:p w14:paraId="3E56356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gaactgtttc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ttggaatttg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cgagaaatgc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ttgcacatgc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agaagaaaca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cgcaaattaa</w:t>
      </w:r>
      <w:proofErr w:type="spellEnd"/>
    </w:p>
    <w:p w14:paraId="0C4C72E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tgcctgtctg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aaagccatag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tttcaactat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acagcgtaaa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tataagggta</w:t>
      </w:r>
      <w:proofErr w:type="spellEnd"/>
    </w:p>
    <w:p w14:paraId="6BE1261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ttaaaataca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agagggtgtg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gttgattatg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gtgctagatt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ttacttttac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accagtaaaa</w:t>
      </w:r>
      <w:proofErr w:type="spellEnd"/>
    </w:p>
    <w:p w14:paraId="377F2B3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caactgtagc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gtcacttatc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aacacactta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acgatctaaa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tgaaactctt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gttacaatgc</w:t>
      </w:r>
      <w:proofErr w:type="spellEnd"/>
    </w:p>
    <w:p w14:paraId="24A944A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cacttggcta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tgtaacacat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ggcttaaatt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tggaagaagc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tgctcggtat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atgagatctc</w:t>
      </w:r>
      <w:proofErr w:type="spellEnd"/>
    </w:p>
    <w:p w14:paraId="0CBAAD0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tcaaagtgcc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agctacagtt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tctgtttctt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cacctgatgc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tgttacagcg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tataatggtt</w:t>
      </w:r>
      <w:proofErr w:type="spellEnd"/>
    </w:p>
    <w:p w14:paraId="708DC06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atcttacttc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acacctgaag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aacattttat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tgaaaccatc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tcacttgctg</w:t>
      </w:r>
      <w:proofErr w:type="spellEnd"/>
    </w:p>
    <w:p w14:paraId="091A68B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gttcctataa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agattggtcc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tattctggac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aatctacaca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actaggtata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gaatttctta</w:t>
      </w:r>
      <w:proofErr w:type="spellEnd"/>
    </w:p>
    <w:p w14:paraId="552EEFC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agagaggtga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taaaagtgta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tattacacta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gtaatcctac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cacattccac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ctagatggtg</w:t>
      </w:r>
      <w:proofErr w:type="spellEnd"/>
    </w:p>
    <w:p w14:paraId="04B2200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aagttatcac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ctttgacaat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cttaagacac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gagagaagtg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aggactatta</w:t>
      </w:r>
      <w:proofErr w:type="spellEnd"/>
    </w:p>
    <w:p w14:paraId="4082975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aggtgtttac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aacagtagac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aacattaacc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tccacacgca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agttgtggac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atgtcaatga</w:t>
      </w:r>
      <w:proofErr w:type="spellEnd"/>
    </w:p>
    <w:p w14:paraId="6CF58BD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catatggaca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acagtttggt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ccaacttatt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tggatggagc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tgatgttact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aaaataaaac</w:t>
      </w:r>
      <w:proofErr w:type="spellEnd"/>
    </w:p>
    <w:p w14:paraId="2301EA9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ctcataattc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acatgaaggt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aaaacatttt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atgttttacc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taatgatgac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actctacgtg</w:t>
      </w:r>
      <w:proofErr w:type="spellEnd"/>
    </w:p>
    <w:p w14:paraId="1B9204C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ttgaggcttt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tgagtactac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cacacaactg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atcctagttt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tctgggtagg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tacatgtcag</w:t>
      </w:r>
      <w:proofErr w:type="spellEnd"/>
    </w:p>
    <w:p w14:paraId="4BCD9F7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cattaaatca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cactaaaaag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tggaaatacc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cacaagttaa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tggtttaact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tctattaaat</w:t>
      </w:r>
      <w:proofErr w:type="spellEnd"/>
    </w:p>
    <w:p w14:paraId="2A6C081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gggcagataa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caactgttat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cttgccactg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cattgttaac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actccaacaa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atagagttga</w:t>
      </w:r>
      <w:proofErr w:type="spellEnd"/>
    </w:p>
    <w:p w14:paraId="0D7EAB4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agtttaatcc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acctgctcta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caagatgctt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attacagagc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aagggctggt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gaagctgcta</w:t>
      </w:r>
      <w:proofErr w:type="spellEnd"/>
    </w:p>
    <w:p w14:paraId="4F7E801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acttttgtgc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acttatctta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gcctactgta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ataagacagt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aggtgagtta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ggtgatgtta</w:t>
      </w:r>
      <w:proofErr w:type="spellEnd"/>
    </w:p>
    <w:p w14:paraId="4305BBE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gagaaacaat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gagttacttg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tttcaacatg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ccaatttaga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ttcttgcaaa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agagtcttga</w:t>
      </w:r>
      <w:proofErr w:type="spellEnd"/>
    </w:p>
    <w:p w14:paraId="4E05EE1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acgtggtgtg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taaaacttgt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ggacaacagc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agacaaccct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taagggtgta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gaagctgtta</w:t>
      </w:r>
      <w:proofErr w:type="spellEnd"/>
    </w:p>
    <w:p w14:paraId="548D025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tgtacatggg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cacactttct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tatgaacaat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ttaagaaagg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tgttcagata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ccttgtacgt</w:t>
      </w:r>
      <w:proofErr w:type="spellEnd"/>
    </w:p>
    <w:p w14:paraId="40A0813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gtggtaaaca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agctacaaaa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tatctagtac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aacaggagtc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accttttgtt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atgatgtcag</w:t>
      </w:r>
      <w:proofErr w:type="spellEnd"/>
    </w:p>
    <w:p w14:paraId="688A66E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caccacctgc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tcagtatgaa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cttaagcatg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gtacatttac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ttgtgctagt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gagtacactg</w:t>
      </w:r>
      <w:proofErr w:type="spellEnd"/>
    </w:p>
    <w:p w14:paraId="209BC90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gtaattacca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gtgtggtcac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tataaacata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taacttctaa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agaaactttg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tattgcatag</w:t>
      </w:r>
      <w:proofErr w:type="spellEnd"/>
    </w:p>
    <w:p w14:paraId="137AC73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acggtgcttt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acttacaaag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tcctcagaat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acaaaggtcc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tattacggat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gttttctaca</w:t>
      </w:r>
      <w:proofErr w:type="spellEnd"/>
    </w:p>
    <w:p w14:paraId="683A388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aagaaaacag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ttacacaaca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accataaaac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cagttactta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taaattggat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ggtgttgttt</w:t>
      </w:r>
      <w:proofErr w:type="spellEnd"/>
    </w:p>
    <w:p w14:paraId="1C96F32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gtacagaaat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tgaccctaag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ttggacaatt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attataagaa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agacaattct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tatttcacag</w:t>
      </w:r>
      <w:proofErr w:type="spellEnd"/>
    </w:p>
    <w:p w14:paraId="65F9DDE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agcaaccaat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tgatcttgta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ccaaaccaac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catatccaaa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cgcaagcttc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gataatttta</w:t>
      </w:r>
      <w:proofErr w:type="spellEnd"/>
    </w:p>
    <w:p w14:paraId="3DC3BBF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agtttgtatg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tgataatatc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aaatttgctg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atgatttaaa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ccagttaact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ggttataaga</w:t>
      </w:r>
      <w:proofErr w:type="spellEnd"/>
    </w:p>
    <w:p w14:paraId="190FD28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aacctgcttc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aagagagctt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aaagttacat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ttttccctga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cttaaatggt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gatgtggtgg</w:t>
      </w:r>
      <w:proofErr w:type="spellEnd"/>
    </w:p>
    <w:p w14:paraId="0F0C0A9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ctattgatta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taaacactac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acaccctctt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ttaagaaagg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agctaaattg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ttacataaac</w:t>
      </w:r>
      <w:proofErr w:type="spellEnd"/>
    </w:p>
    <w:p w14:paraId="5BFF074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ctattgtttg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gcatgttaac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aatgcaacta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ataaagccac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gtataaacca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aatacctggt</w:t>
      </w:r>
      <w:proofErr w:type="spellEnd"/>
    </w:p>
    <w:p w14:paraId="61C68F5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gtatacgttg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tctttggagc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acaaaaccag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ttgaaacatc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aaattcgttt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gatgtactga</w:t>
      </w:r>
      <w:proofErr w:type="spellEnd"/>
    </w:p>
    <w:p w14:paraId="197531E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agtcagagga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cgcgcaggga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atggataatc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ttgcctgcga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agatctaaaa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ccagtctctg</w:t>
      </w:r>
      <w:proofErr w:type="spellEnd"/>
    </w:p>
    <w:p w14:paraId="4008411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aagaagtagt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ggaaaatcct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accatacaga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aagacgttct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tgagtgtaat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gtgaaaacta</w:t>
      </w:r>
      <w:proofErr w:type="spellEnd"/>
    </w:p>
    <w:p w14:paraId="17B5BE7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ccgaagttgt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aggagacatt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atacttaaac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cagcaaataa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tagtttaaaa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attacagaag</w:t>
      </w:r>
      <w:proofErr w:type="spellEnd"/>
    </w:p>
    <w:p w14:paraId="32597E8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aggttggcca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cacagatcta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atggctgctt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atgtagacaa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ttctagtctt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actattaaga</w:t>
      </w:r>
      <w:proofErr w:type="spellEnd"/>
    </w:p>
    <w:p w14:paraId="2E58C97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aacctaatga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attatctaga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gtattaggtt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tgaaaaccct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tgctactcat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ggtttagctg</w:t>
      </w:r>
      <w:proofErr w:type="spellEnd"/>
    </w:p>
    <w:p w14:paraId="1F35460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ctgttaatag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tgtcccttgg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gatactatag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ctaattatgc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taagcctttt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cttaacaaag</w:t>
      </w:r>
      <w:proofErr w:type="spellEnd"/>
    </w:p>
    <w:p w14:paraId="59CB463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ttgttagtac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aactactaac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atagttacac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ggtgtttaaa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ccgtgtttgt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actaattata</w:t>
      </w:r>
      <w:proofErr w:type="spellEnd"/>
    </w:p>
    <w:p w14:paraId="6650979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tgccttattt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ctttacttta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ttgctacaat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tgtgtacttt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tactagaagt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acaaattcta</w:t>
      </w:r>
      <w:proofErr w:type="spellEnd"/>
    </w:p>
    <w:p w14:paraId="3CD5961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gaattaaagc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atctatgccg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actactatag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caaagaatac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tgttaagagt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gtcggtaaat</w:t>
      </w:r>
      <w:proofErr w:type="spellEnd"/>
    </w:p>
    <w:p w14:paraId="68EBB65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tttgtctaga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ggcttcattt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aattatttga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agtcacctaa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tttttctaaa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ctgataaata</w:t>
      </w:r>
      <w:proofErr w:type="spellEnd"/>
    </w:p>
    <w:p w14:paraId="35BEF41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ttataatttg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gtttttacta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ttaagtgttt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gcctaggttc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tttaatctac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tcaaccgctg</w:t>
      </w:r>
      <w:proofErr w:type="spellEnd"/>
    </w:p>
    <w:p w14:paraId="79A79B1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ctttaggtgt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tttaatgtct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aatttaggca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tgccttctta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ctgtactggt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tacagagaag</w:t>
      </w:r>
      <w:proofErr w:type="spellEnd"/>
    </w:p>
    <w:p w14:paraId="2DF638D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gctatttgaa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ctctactaat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gtcactattg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caacctactg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tactggttct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ataccttgta</w:t>
      </w:r>
      <w:proofErr w:type="spellEnd"/>
    </w:p>
    <w:p w14:paraId="59EF8EC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gtgtttgtct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tagtggttta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gattctttag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acacctatcc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ttctttagaa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actatacaaa</w:t>
      </w:r>
      <w:proofErr w:type="spellEnd"/>
    </w:p>
    <w:p w14:paraId="56467AF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ttaccatttc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atcttttaaa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tgggatttaa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ctgcttttgg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cttagttgca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gagtggtttt</w:t>
      </w:r>
      <w:proofErr w:type="spellEnd"/>
    </w:p>
    <w:p w14:paraId="68E7E81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tggcatatat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tcttttcact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aggtttttct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atgtacttgg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attggctgca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atcatgcaat</w:t>
      </w:r>
      <w:proofErr w:type="spellEnd"/>
    </w:p>
    <w:p w14:paraId="23BF811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tgtttttcag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ctattttgca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gtacatttta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ttagtaattc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ttggcttatg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tggttaataa</w:t>
      </w:r>
      <w:proofErr w:type="spellEnd"/>
    </w:p>
    <w:p w14:paraId="04C814D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ttaatcttgt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acaaatggcc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ccgatttcag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ctatggttag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aatgtacatc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ttctttgcat</w:t>
      </w:r>
      <w:proofErr w:type="spellEnd"/>
    </w:p>
    <w:p w14:paraId="0AD3580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cattttatta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tgtatggaaa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agttatgtgc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atgttgtaga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cggttgtaat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tcatcaactt</w:t>
      </w:r>
      <w:proofErr w:type="spellEnd"/>
    </w:p>
    <w:p w14:paraId="68E44CD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gtatgatgtg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ttacaaacgt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aatagagcaa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caagagtcga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atgtacaact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attgttaatg</w:t>
      </w:r>
      <w:proofErr w:type="spellEnd"/>
    </w:p>
    <w:p w14:paraId="1965E26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gtgttagaag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gtccttttat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gtctatgcta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atggaggtaa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aggcttttgc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aaactacaca</w:t>
      </w:r>
      <w:proofErr w:type="spellEnd"/>
    </w:p>
    <w:p w14:paraId="74AC3A2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attggaattg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tgttaattgt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gatacattct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gtgctggtag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tacatttatt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agtgatgaag</w:t>
      </w:r>
      <w:proofErr w:type="spellEnd"/>
    </w:p>
    <w:p w14:paraId="0E3FB9B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ttgcgagaga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cttgtcacta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cagtttaaaa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gaccaataaa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tcctactgac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cagtcttctt</w:t>
      </w:r>
      <w:proofErr w:type="spellEnd"/>
    </w:p>
    <w:p w14:paraId="3DC5844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acatcgttga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tagtgttaca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gtgaagaatg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gttccatcca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tctttacttt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gataaagctg</w:t>
      </w:r>
      <w:proofErr w:type="spellEnd"/>
    </w:p>
    <w:p w14:paraId="5D70012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gtcaaaagac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ttatgaaaga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cattctctct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ctcattttgt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taacttagac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aacctgagag</w:t>
      </w:r>
      <w:proofErr w:type="spellEnd"/>
    </w:p>
    <w:p w14:paraId="2CE987A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ctaataacac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taaaggttca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ttgcctatta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atgttatagt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ttttgatggt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aaatcaaaat</w:t>
      </w:r>
      <w:proofErr w:type="spellEnd"/>
    </w:p>
    <w:p w14:paraId="1605813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gtgaagaatc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atctgcaaaa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tcagcgtctg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tttactacag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tcagcttatg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tgtcaaccta</w:t>
      </w:r>
      <w:proofErr w:type="spellEnd"/>
    </w:p>
    <w:p w14:paraId="6C39C36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tactgttact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agatcaggca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ttagtgtctg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atgttggtga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tagtgcggaa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gttgcagtta</w:t>
      </w:r>
      <w:proofErr w:type="spellEnd"/>
    </w:p>
    <w:p w14:paraId="7F0A7D1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aaatgtttga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tgcttacgtt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aatacgtttt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catcaacttt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taacgtacca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atggaaaaac</w:t>
      </w:r>
      <w:proofErr w:type="spellEnd"/>
    </w:p>
    <w:p w14:paraId="506DD59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tcaaaacact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agttgcaact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gcagaagctg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aacttgcaaa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gaatgtgtcc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ttagacaatg</w:t>
      </w:r>
      <w:proofErr w:type="spellEnd"/>
    </w:p>
    <w:p w14:paraId="20A6D90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tcttatctac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ttttatttca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gcagctcggc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aagggtttgt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tgattcagat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gtagaaacta</w:t>
      </w:r>
      <w:proofErr w:type="spellEnd"/>
    </w:p>
    <w:p w14:paraId="3BE14BC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aagatgttgt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tgaatgtctt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aaattgtcac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atcaatctga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catagaagtt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actggcgata</w:t>
      </w:r>
      <w:proofErr w:type="spellEnd"/>
    </w:p>
    <w:p w14:paraId="4D24971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gttgtaataa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ctatatgctc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acctataaca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aagttgaaaa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catgacaccc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cgtgaccttg</w:t>
      </w:r>
      <w:proofErr w:type="spellEnd"/>
    </w:p>
    <w:p w14:paraId="0FC41A2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gtgcttgtat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tgactgtagt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gcgcgtcata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ttaatgcgca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ggtagcaaaa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agtcacaaca</w:t>
      </w:r>
      <w:proofErr w:type="spellEnd"/>
    </w:p>
    <w:p w14:paraId="712B2B3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ttgctttgat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atggaacgtt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aaagatttca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tgtcattgtc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tgaacaacta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cgaaaacaaa</w:t>
      </w:r>
      <w:proofErr w:type="spellEnd"/>
    </w:p>
    <w:p w14:paraId="2026DFC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tacgtagtgc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tgctaaaaag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aataacttac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cttttaagtt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gacatgtgca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actactagac</w:t>
      </w:r>
      <w:proofErr w:type="spellEnd"/>
    </w:p>
    <w:p w14:paraId="0E63079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aagttgttaa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tgttgtaaca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acaaagatag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cacttaaggg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tggtaaaatt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gttaataatt</w:t>
      </w:r>
      <w:proofErr w:type="spellEnd"/>
    </w:p>
    <w:p w14:paraId="08271E3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ggttgaagca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gttaattaaa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gttacacttg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tgttcctttt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tgttgctgct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attttctatt</w:t>
      </w:r>
      <w:proofErr w:type="spellEnd"/>
    </w:p>
    <w:p w14:paraId="5FBE450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taataacacc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tgttcatgtc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atgtctaaac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atactgactt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ttcaagtgaa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atcataggat</w:t>
      </w:r>
      <w:proofErr w:type="spellEnd"/>
    </w:p>
    <w:p w14:paraId="216BB1E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acaaggctat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tgatggtggt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gtcactcgtg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acatagcatc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tacagatact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tgttttgcta</w:t>
      </w:r>
      <w:proofErr w:type="spellEnd"/>
    </w:p>
    <w:p w14:paraId="3B93DA6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acaaacatgc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tgattttgac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acatggttta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gccagcgtgg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tggtagttat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actaatgaca</w:t>
      </w:r>
      <w:proofErr w:type="spellEnd"/>
    </w:p>
    <w:p w14:paraId="322DACA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aagcttgccc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attgattgct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gcagtcataa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caagagaagt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gggttttgtc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gtgcctggtt</w:t>
      </w:r>
      <w:proofErr w:type="spellEnd"/>
    </w:p>
    <w:p w14:paraId="1D46693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tgcctggcac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gatattacgc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acaactaatg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gtgacttttt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gcatttctta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cctagagttt</w:t>
      </w:r>
      <w:proofErr w:type="spellEnd"/>
    </w:p>
    <w:p w14:paraId="313EA92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ttagtgcagt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tggtaacatc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tgttacacac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catcaaaact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tatagagtac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actgactttg</w:t>
      </w:r>
      <w:proofErr w:type="spellEnd"/>
    </w:p>
    <w:p w14:paraId="4BEB74D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caacatcagc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ttgtgttttg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gctgctgaat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gtacaatttt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taaagatgct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tctggtaagc</w:t>
      </w:r>
      <w:proofErr w:type="spellEnd"/>
    </w:p>
    <w:p w14:paraId="22EF114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cagtaccata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ttgttatgat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accaatgtac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tagaaggttc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tgttgcttat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gaaagtttac</w:t>
      </w:r>
      <w:proofErr w:type="spellEnd"/>
    </w:p>
    <w:p w14:paraId="4875FC0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gccctgacac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acgttatgtg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ctcatggatg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gctctattat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tcaatttcct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aacacctacc</w:t>
      </w:r>
      <w:proofErr w:type="spellEnd"/>
    </w:p>
    <w:p w14:paraId="715347D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ttgaaggttc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tgttagagtg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gtaacaactt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ttgattctga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gtactgtagg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cacggcactt</w:t>
      </w:r>
      <w:proofErr w:type="spellEnd"/>
    </w:p>
    <w:p w14:paraId="22F85AD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gtgaaagatc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agaagctggt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gtttgtgtat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ctactagtgg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tagatgggta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cttaacaatg</w:t>
      </w:r>
      <w:proofErr w:type="spellEnd"/>
    </w:p>
    <w:p w14:paraId="2CC1286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attattacag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atctttacca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ggagttttct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gtggtgtaga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tgctgtaaat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ttatttacta</w:t>
      </w:r>
      <w:proofErr w:type="spellEnd"/>
    </w:p>
    <w:p w14:paraId="0937791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atatgtttac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accactaatt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caacctattg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gtgctttgga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catatcagca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tctatagtag</w:t>
      </w:r>
      <w:proofErr w:type="spellEnd"/>
    </w:p>
    <w:p w14:paraId="302C5AD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ctggtggtat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tgtggctatc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gtagtaacat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gccttgccta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ctattttatg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aggtttagaa</w:t>
      </w:r>
      <w:proofErr w:type="spellEnd"/>
    </w:p>
    <w:p w14:paraId="30A6BA6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gagcttttgg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tgaatacagt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catgtagttg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cctttaatac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tttactattc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cttatgtcat</w:t>
      </w:r>
      <w:proofErr w:type="spellEnd"/>
    </w:p>
    <w:p w14:paraId="0749233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tcattgtact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ctgtttaaca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ccagtttact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cattcttacc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tggtgtttat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tctgttattt</w:t>
      </w:r>
      <w:proofErr w:type="spellEnd"/>
    </w:p>
    <w:p w14:paraId="1BD9824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acttgtactt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gacattttat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cttactaatg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tttagcacat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attcagtgga</w:t>
      </w:r>
      <w:proofErr w:type="spellEnd"/>
    </w:p>
    <w:p w14:paraId="02678A3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tggttatgtt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cacaccttta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gtacctttct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ggataacaat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tgcttatatc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atttgtattt</w:t>
      </w:r>
      <w:proofErr w:type="spellEnd"/>
    </w:p>
    <w:p w14:paraId="592EA1E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ccacaaagca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tttctattgg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ttctttagta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attacctaaa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gagacgtgta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gtctttaatg</w:t>
      </w:r>
      <w:proofErr w:type="spellEnd"/>
    </w:p>
    <w:p w14:paraId="6D05AB5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gtgtttcctt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tagtactttt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gaagaagctg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cgctgtgcac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ctttttgtta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aataaagaaa</w:t>
      </w:r>
      <w:proofErr w:type="spellEnd"/>
    </w:p>
    <w:p w14:paraId="0D8A9DE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tgtatctaaa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gttgcgtagt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gatgtgctat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tacctcttac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gcaatataat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agatacttag</w:t>
      </w:r>
      <w:proofErr w:type="spellEnd"/>
    </w:p>
    <w:p w14:paraId="19D80EB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ctctttataa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taagtacaag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tattttagtg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gagcaatgga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tacaactagc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tacagagaag</w:t>
      </w:r>
      <w:proofErr w:type="spellEnd"/>
    </w:p>
    <w:p w14:paraId="10B968F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ctgcttgttg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tcatctcgca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aaggctctca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atgacttcag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taactcaggt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tctgatgttc</w:t>
      </w:r>
      <w:proofErr w:type="spellEnd"/>
    </w:p>
    <w:p w14:paraId="33FD519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tttaccaacc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accacaaatc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tctatcacct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cagctgtttt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gcagagtggt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tttagaaaaa</w:t>
      </w:r>
      <w:proofErr w:type="spellEnd"/>
    </w:p>
    <w:p w14:paraId="18307AC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tggcattccc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atctggtaaa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gttgagggtt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gtatggtaca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agtaacttgt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ggtacaacta</w:t>
      </w:r>
      <w:proofErr w:type="spellEnd"/>
    </w:p>
    <w:p w14:paraId="16E30B7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cacttaacgg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tctttggctt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gatgacgtag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tttactgtcc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aagacatgtg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atctgcacct</w:t>
      </w:r>
      <w:proofErr w:type="spellEnd"/>
    </w:p>
    <w:p w14:paraId="1F3BD90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ctgaagatat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gcttaaccct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aattatgaag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atttactcat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tcgtaagtct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aatcataatt</w:t>
      </w:r>
      <w:proofErr w:type="spellEnd"/>
    </w:p>
    <w:p w14:paraId="5600D01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tcttggtaca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ggctggtaat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gttcaactca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gggttattgg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acattctatg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caaaattgtg</w:t>
      </w:r>
      <w:proofErr w:type="spellEnd"/>
    </w:p>
    <w:p w14:paraId="783C865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tacttaagct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taaggttgat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acagccaatc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ctaagacacc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taagtataag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tttgttcgca</w:t>
      </w:r>
      <w:proofErr w:type="spellEnd"/>
    </w:p>
    <w:p w14:paraId="44FB362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ttcaaccagg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acagactttt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tcagtgttag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cttgttacaa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tggttcacca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tctggtgttt</w:t>
      </w:r>
      <w:proofErr w:type="spellEnd"/>
    </w:p>
    <w:p w14:paraId="7458B7E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accaatgtgc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tatgagacac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aatttcacta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ttaagggttc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attccttaat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ggttcatgtg</w:t>
      </w:r>
      <w:proofErr w:type="spellEnd"/>
    </w:p>
    <w:p w14:paraId="0A93F4E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gtagtgttgg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ttttaacata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gattatgact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gtgtctcttt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ttgttacatg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caccatatgg</w:t>
      </w:r>
      <w:proofErr w:type="spellEnd"/>
    </w:p>
    <w:p w14:paraId="69282A6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aattaccaac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tggagttcat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gctggcacag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acttagaagg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taacttttat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ggaccttttg</w:t>
      </w:r>
      <w:proofErr w:type="spellEnd"/>
    </w:p>
    <w:p w14:paraId="44EF600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ttgacaggca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aacagcacaa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gcagctggta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cggacacaac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tattacagtt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aatgttttag</w:t>
      </w:r>
      <w:proofErr w:type="spellEnd"/>
    </w:p>
    <w:p w14:paraId="2E439F4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cttggttgta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cgctgctgtt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ataaatggag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acaggtggtt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tctcaatcga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tttaccacaa</w:t>
      </w:r>
      <w:proofErr w:type="spellEnd"/>
    </w:p>
    <w:p w14:paraId="7341F2C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ctcttaatga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ctttaacctt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gtggctatga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agtacaatta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tgaacctcta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acacaagacc</w:t>
      </w:r>
      <w:proofErr w:type="spellEnd"/>
    </w:p>
    <w:p w14:paraId="440BBEE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atgttgacat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actaggacct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ctttctgctc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aaactggaat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tgccgtttta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gatatgtgtg</w:t>
      </w:r>
      <w:proofErr w:type="spellEnd"/>
    </w:p>
    <w:p w14:paraId="11A721C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cttcattaaa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agaattactg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caaaatggta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tgaatggacg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taccatattg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ggtagtgctt</w:t>
      </w:r>
      <w:proofErr w:type="spellEnd"/>
    </w:p>
    <w:p w14:paraId="53C66BF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tattagaaga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tgaatttaca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ccttttgatg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ttgttagaca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atgctcaggt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gttactttcc</w:t>
      </w:r>
      <w:proofErr w:type="spellEnd"/>
    </w:p>
    <w:p w14:paraId="7E28927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aaagtgcagt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gaaaagaaca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atcaagggta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cacaccactg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gttgttactc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acaattttga</w:t>
      </w:r>
      <w:proofErr w:type="spellEnd"/>
    </w:p>
    <w:p w14:paraId="7587876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cttcactttt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agttttagtc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cagagtactc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aatggtcttt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gttctttttt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ttgtatgaaa</w:t>
      </w:r>
      <w:proofErr w:type="spellEnd"/>
    </w:p>
    <w:p w14:paraId="6B61EEF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atgccttttt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accttttgct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atgggtatta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ttgctatgtc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tgcttttgca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atgatgtttg</w:t>
      </w:r>
      <w:proofErr w:type="spellEnd"/>
    </w:p>
    <w:p w14:paraId="2718E89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tcaaacataa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gcatgcattt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ctctgtttgt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ttttgttacc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ttctcttgcc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actgtagctt</w:t>
      </w:r>
      <w:proofErr w:type="spellEnd"/>
    </w:p>
    <w:p w14:paraId="019F127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attttaatat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ggtctatatg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cctgctagtt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gggtgatgcg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tattatgaca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tggttggata</w:t>
      </w:r>
      <w:proofErr w:type="spellEnd"/>
    </w:p>
    <w:p w14:paraId="4E94288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tggttgatac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tagtttgaag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ctaaaagact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gtgttatgta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tgcatcagct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gtagtgttac</w:t>
      </w:r>
      <w:proofErr w:type="spellEnd"/>
    </w:p>
    <w:p w14:paraId="24E2F5C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taatccttat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gacagcaaga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actgtgtatg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atgatggtgc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taggagagtg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tggacactta</w:t>
      </w:r>
      <w:proofErr w:type="spellEnd"/>
    </w:p>
    <w:p w14:paraId="31FC47A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tgaatgtctt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gacactcgtt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tataaagttt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attatggtaa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tgctttagat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caagccattt</w:t>
      </w:r>
      <w:proofErr w:type="spellEnd"/>
    </w:p>
    <w:p w14:paraId="3654F85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ccatgtgggc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tcttataatc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tctgttactt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ctaactactc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aggtgtagtt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acaactgtca</w:t>
      </w:r>
      <w:proofErr w:type="spellEnd"/>
    </w:p>
    <w:p w14:paraId="74C8811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tgtttttggc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cagaggtatt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gtttttatgt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gtgttgagta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ttgccctatt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ttcttcataa</w:t>
      </w:r>
      <w:proofErr w:type="spellEnd"/>
    </w:p>
    <w:p w14:paraId="4B0E2F5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ctggtaatac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acttcagtgt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ataatgctag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tttattgttt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cttaggctat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ttttgtactt</w:t>
      </w:r>
      <w:proofErr w:type="spellEnd"/>
    </w:p>
    <w:p w14:paraId="7A3C107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gttactttgg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cctcttttgt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ttactcaacc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gctactttag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actgactctt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ggtgtttatg</w:t>
      </w:r>
      <w:proofErr w:type="spellEnd"/>
    </w:p>
    <w:p w14:paraId="6D50DE4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attacttagt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ttctacacag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gagtttagat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atatgaattc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acagggacta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ctcccaccca</w:t>
      </w:r>
      <w:proofErr w:type="spellEnd"/>
    </w:p>
    <w:p w14:paraId="526D22F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agaatagcat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agatgccttc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aaactcaaca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ttaaattgtt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gggtgttggt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ggcaaacctt</w:t>
      </w:r>
      <w:proofErr w:type="spellEnd"/>
    </w:p>
    <w:p w14:paraId="3FE416D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gtatcaaagt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agccactgta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cagtctaaaa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tgtcagatgt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aaagtgcaca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tcagtagtct</w:t>
      </w:r>
      <w:proofErr w:type="spellEnd"/>
    </w:p>
    <w:p w14:paraId="2C4DAC5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tactctcagt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tttgcaacaa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ctcagagtag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aatcatcatc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taaattgtgg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gctcaatgtg</w:t>
      </w:r>
      <w:proofErr w:type="spellEnd"/>
    </w:p>
    <w:p w14:paraId="3AD89AA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11881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tccagttaca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caatgacatt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ctcttagcta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aagatactac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tgaagccttt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gaaaaaatgg</w:t>
      </w:r>
      <w:proofErr w:type="spellEnd"/>
    </w:p>
    <w:p w14:paraId="22B2FDB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tttcactact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ttctgttttg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ctttccatgc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agggtgctgt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agacataaac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aagctttgtg</w:t>
      </w:r>
      <w:proofErr w:type="spellEnd"/>
    </w:p>
    <w:p w14:paraId="47BB728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aagaaatgct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ggacaacagg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gcaaccttac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aagctatagc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ctcagagttt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agttcccttc</w:t>
      </w:r>
      <w:proofErr w:type="spellEnd"/>
    </w:p>
    <w:p w14:paraId="7D24745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catcatatgc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agcttttgct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actgctcaag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aagcttatga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gcaggctgtt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gctaatggtg</w:t>
      </w:r>
      <w:proofErr w:type="spellEnd"/>
    </w:p>
    <w:p w14:paraId="7A90E1C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attctgaagt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tgttcttaaa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aagttgaaga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agtctttgaa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tgtggctaaa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tctgaatttg</w:t>
      </w:r>
      <w:proofErr w:type="spellEnd"/>
    </w:p>
    <w:p w14:paraId="2332B94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accgtgatgc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agccatgcaa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cgtaagttgg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aaaagatggc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tgatcaagct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atgacccaaa</w:t>
      </w:r>
      <w:proofErr w:type="spellEnd"/>
    </w:p>
    <w:p w14:paraId="6BFBC4B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tgtataaaca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ggctagatct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gaggacaaga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gggcaaaagt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tactagtgct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atgcagacaa</w:t>
      </w:r>
      <w:proofErr w:type="spellEnd"/>
    </w:p>
    <w:p w14:paraId="34B6A97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tgcttttcac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tatgcttaga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aagttggata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atgatgcact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caacaacatt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atcaacaatg</w:t>
      </w:r>
      <w:proofErr w:type="spellEnd"/>
    </w:p>
    <w:p w14:paraId="5E8F7C1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caagagatgg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ttgtgttccc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ttgaacataa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tacctcttac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aacagcagcc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aaactaatgg</w:t>
      </w:r>
      <w:proofErr w:type="spellEnd"/>
    </w:p>
    <w:p w14:paraId="41994E7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ttgtcatacc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agactataac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acatataaaa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atacgtgtga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tggtacaaca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tttacttatg</w:t>
      </w:r>
      <w:proofErr w:type="spellEnd"/>
    </w:p>
    <w:p w14:paraId="3164BEB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catcagcatt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gtgggaaatc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caacaggttg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tagatgcaga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tagtaaaatt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gttcaactta</w:t>
      </w:r>
      <w:proofErr w:type="spellEnd"/>
    </w:p>
    <w:p w14:paraId="00F654B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gtgaaattag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tatggacaat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tcacctaatt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tagcatggcc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tcttattgta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acagctttaa</w:t>
      </w:r>
      <w:proofErr w:type="spellEnd"/>
    </w:p>
    <w:p w14:paraId="051DCF1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gggccaattc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tgctgtcaaa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ttacagaata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atgagcttag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tcctgttgca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ctacgacaga</w:t>
      </w:r>
      <w:proofErr w:type="spellEnd"/>
    </w:p>
    <w:p w14:paraId="639DBB6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tgtcttgtgc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tgccggtact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acacaaactg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cttgcactga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tgacaatgcg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ttagcttact</w:t>
      </w:r>
      <w:proofErr w:type="spellEnd"/>
    </w:p>
    <w:p w14:paraId="352B704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acaacacaac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aaagggaggt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aggtttgtac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ttgcactgtt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atccgattta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caggatttga</w:t>
      </w:r>
      <w:proofErr w:type="spellEnd"/>
    </w:p>
    <w:p w14:paraId="5E7E8F0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aatgggctag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attccctaag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agtgatggaa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ctggtactat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ttatacagaa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ctggaaccac</w:t>
      </w:r>
      <w:proofErr w:type="spellEnd"/>
    </w:p>
    <w:p w14:paraId="3841234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cttgtaggtt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tgttacagac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acacctaaag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gtcctaaagt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gaagtattta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tactttatta</w:t>
      </w:r>
      <w:proofErr w:type="spellEnd"/>
    </w:p>
    <w:p w14:paraId="35F4508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aaggattaaa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caacctaaat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agaggtatgg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tacttggtag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tttagctgcc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acagtacgtc</w:t>
      </w:r>
      <w:proofErr w:type="spellEnd"/>
    </w:p>
    <w:p w14:paraId="78C2728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tacaagctgg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taatgcaaca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gaagtgcctg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ccaattcaac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tgtattatct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ttctgtgctt</w:t>
      </w:r>
      <w:proofErr w:type="spellEnd"/>
    </w:p>
    <w:p w14:paraId="56AFBDC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ttgctgtaga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tgctgctaaa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gcttacaaag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attatctagc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tagtggggga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caaccaatca</w:t>
      </w:r>
      <w:proofErr w:type="spellEnd"/>
    </w:p>
    <w:p w14:paraId="2F10E33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ctaattgtgt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taagatgttg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tgtacacaca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ctggtactgg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tcaggcaata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acagttacac</w:t>
      </w:r>
      <w:proofErr w:type="spellEnd"/>
    </w:p>
    <w:p w14:paraId="35E8D5D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cggaagccaa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tatggatcaa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gaatcctttg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gtggtgcatc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gtgttgtctg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tactgccgtt</w:t>
      </w:r>
      <w:proofErr w:type="spellEnd"/>
    </w:p>
    <w:p w14:paraId="405FBF4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gccacataga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tcatccaaat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cctaaaggat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tttgtgactt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aaaaggtaag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tatgtacaaa</w:t>
      </w:r>
      <w:proofErr w:type="spellEnd"/>
    </w:p>
    <w:p w14:paraId="343975B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tacctacaac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ttgtgctaat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gaccctgtgg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gttttacact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taaaaacaca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gtctgtaccg</w:t>
      </w:r>
      <w:proofErr w:type="spellEnd"/>
    </w:p>
    <w:p w14:paraId="1B65911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tctgcggtat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gtggaaaggt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tatggctgta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gttgtgatca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actccgcgaa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cccatgcttc</w:t>
      </w:r>
      <w:proofErr w:type="spellEnd"/>
    </w:p>
    <w:p w14:paraId="227B441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agtcagctga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tgcacaatcg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tttttaaacg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ggtttgcggt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gtaagtgcag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cccgtcttac</w:t>
      </w:r>
      <w:proofErr w:type="spellEnd"/>
    </w:p>
    <w:p w14:paraId="6DF01D6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accgtgcggc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acaggcacta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gtactgatgt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cgtatacagg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gcttttgaca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tctacaatga</w:t>
      </w:r>
      <w:proofErr w:type="spellEnd"/>
    </w:p>
    <w:p w14:paraId="2FA55D6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taaagtagct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ggttttgcta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aattcctaaa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aactaattgt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tgtcgcttcc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aagaaaagga</w:t>
      </w:r>
      <w:proofErr w:type="spellEnd"/>
    </w:p>
    <w:p w14:paraId="75FCEF7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cgaagatgac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aatttaattg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attcttactt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tgtagttaag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agacacactt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tctctaacta</w:t>
      </w:r>
      <w:proofErr w:type="spellEnd"/>
    </w:p>
    <w:p w14:paraId="037C7BA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ccaacatgaa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gaaacaattt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ataatttact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taaggattgt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ccagctgttg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ctaaacatga</w:t>
      </w:r>
      <w:proofErr w:type="spellEnd"/>
    </w:p>
    <w:p w14:paraId="59A0AF9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cttctttaag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tttagaatag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acggtgacat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ggtaccacat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atatcacgtc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aacgtcttac</w:t>
      </w:r>
      <w:proofErr w:type="spellEnd"/>
    </w:p>
    <w:p w14:paraId="047C888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taaatacaca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atggcagacc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tcgtctatgc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tttaaggcat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tttgatgaag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gtaattgtga</w:t>
      </w:r>
      <w:proofErr w:type="spellEnd"/>
    </w:p>
    <w:p w14:paraId="388F3D2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cacattaaaa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gaaatacttg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tcacatacaa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ttgttgtgat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gatgattatt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tcaataaaaa</w:t>
      </w:r>
      <w:proofErr w:type="spellEnd"/>
    </w:p>
    <w:p w14:paraId="6A29AFE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ggactggtat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gattttgtag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aaaacccaga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tatattacgc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gtatacgcca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acttaggtga</w:t>
      </w:r>
      <w:proofErr w:type="spellEnd"/>
    </w:p>
    <w:p w14:paraId="5C4ED7C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acgtgtacgc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caagctttgt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taaaaacagt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acaattctgt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gatgccatgc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gaaatgctgg</w:t>
      </w:r>
      <w:proofErr w:type="spellEnd"/>
    </w:p>
    <w:p w14:paraId="57B8245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tattgttggt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gtactgacat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tagataatca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agatctcaat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ggtaactggt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atgatttcgg</w:t>
      </w:r>
      <w:proofErr w:type="spellEnd"/>
    </w:p>
    <w:p w14:paraId="4E55EE0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tgatttcata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caaaccacgc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caggtagtgg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agttcctgtt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gtagattctt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attattcatt</w:t>
      </w:r>
      <w:proofErr w:type="spellEnd"/>
    </w:p>
    <w:p w14:paraId="519A2C2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gttaatgcct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atattaacct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tgaccagggc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tttaactgca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gagtcacatg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ttgacactga</w:t>
      </w:r>
      <w:proofErr w:type="spellEnd"/>
    </w:p>
    <w:p w14:paraId="229CE6A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cttaacaaag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ccttacatta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agtgggattt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gttaaaatat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gacttcacgg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aagagaggtt</w:t>
      </w:r>
      <w:proofErr w:type="spellEnd"/>
    </w:p>
    <w:p w14:paraId="784972A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aaaactcttt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gaccgttatt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ttaaatattg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ggatcagaca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taccacccaa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attgtgttaa</w:t>
      </w:r>
      <w:proofErr w:type="spellEnd"/>
    </w:p>
    <w:p w14:paraId="34BF5BC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ctgtttggat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gacagatgca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ttctgcattg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tgcaaacttt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tctctacagt</w:t>
      </w:r>
      <w:proofErr w:type="spellEnd"/>
    </w:p>
    <w:p w14:paraId="2C310B0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gttcccactt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acaagttttg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gaccactagt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gagaaaaata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tttgttgatg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gtgttccatt</w:t>
      </w:r>
      <w:proofErr w:type="spellEnd"/>
    </w:p>
    <w:p w14:paraId="70800F2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tgtagtttca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actggatacc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acttcagaga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gctaggtgtt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gtacataatc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aggatgtaaa</w:t>
      </w:r>
      <w:proofErr w:type="spellEnd"/>
    </w:p>
    <w:p w14:paraId="7BD2840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cttacatagc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tctagactta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gttttaagga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attacttgtg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tatgctgctg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accctgctat</w:t>
      </w:r>
      <w:proofErr w:type="spellEnd"/>
    </w:p>
    <w:p w14:paraId="561F6B7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gcacgctgct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tctggtaatc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tattactaga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taaacgcact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acgtgctttt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cagtagctgc</w:t>
      </w:r>
      <w:proofErr w:type="spellEnd"/>
    </w:p>
    <w:p w14:paraId="0E6B72C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acttactaac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aatgttgctt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ttcaaactgt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caaacccggt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aattttaaca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aagacttcta</w:t>
      </w:r>
      <w:proofErr w:type="spellEnd"/>
    </w:p>
    <w:p w14:paraId="4B1E0F8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tgactttgct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gtgtctaagg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gtttctttaa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ggaaggaagt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tctgttgaat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taaaacactt</w:t>
      </w:r>
      <w:proofErr w:type="spellEnd"/>
    </w:p>
    <w:p w14:paraId="5B45CD4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cttctttgct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caggatggta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atgctgctat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cagcgattat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gactactatc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gttataatct</w:t>
      </w:r>
      <w:proofErr w:type="spellEnd"/>
    </w:p>
    <w:p w14:paraId="1FE23CC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accaacaatg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tgtgatatca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gacaactact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atttgtagtt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gaagttgttg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ataagtactt</w:t>
      </w:r>
      <w:proofErr w:type="spellEnd"/>
    </w:p>
    <w:p w14:paraId="4543239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tgattgttac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gatggtggct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gtattaatgc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taaccaagtc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atcgtcaaca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acctagacaa</w:t>
      </w:r>
      <w:proofErr w:type="spellEnd"/>
    </w:p>
    <w:p w14:paraId="3BB85A2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atcagctggt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tttccattta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ataaatgggg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taaggctaga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ctttattatg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attcaatgag</w:t>
      </w:r>
      <w:proofErr w:type="spellEnd"/>
    </w:p>
    <w:p w14:paraId="2A665F6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ttatgaggat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caagatgcac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ttttcgcata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tacaaaacgt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aatgtcatcc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ctactataac</w:t>
      </w:r>
      <w:proofErr w:type="spellEnd"/>
    </w:p>
    <w:p w14:paraId="3466F43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tcaaatgaat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cttaagtatg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ccattagtgc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aaagaataga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gctcgcaccg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tagctggtgt</w:t>
      </w:r>
      <w:proofErr w:type="spellEnd"/>
    </w:p>
    <w:p w14:paraId="6CB2ECB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ctctatctgt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agtactatga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ccaatagaca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gtttcatcaa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aaattattga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aatcaatagc</w:t>
      </w:r>
      <w:proofErr w:type="spellEnd"/>
    </w:p>
    <w:p w14:paraId="27301E6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cgccactaga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ggagctactg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tagtaattgg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aacaagcaaa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ttctatggtg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gttggcacaa</w:t>
      </w:r>
      <w:proofErr w:type="spellEnd"/>
    </w:p>
    <w:p w14:paraId="7C0BC51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catgttaaaa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actgtttata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gtgatgtaga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aaaccctcac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cttatgggtt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gggattatcc</w:t>
      </w:r>
      <w:proofErr w:type="spellEnd"/>
    </w:p>
    <w:p w14:paraId="6A95C5F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taaatgtgat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agagccatgc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ctaacatgct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tagaattatg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gcctcacttg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ttcttgctcg</w:t>
      </w:r>
      <w:proofErr w:type="spellEnd"/>
    </w:p>
    <w:p w14:paraId="0ED9A72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caaacataca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acgtgttgta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gcttgtcaca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ccgtttctat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agattagcta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atgagtgtgc</w:t>
      </w:r>
      <w:proofErr w:type="spellEnd"/>
    </w:p>
    <w:p w14:paraId="4EEF0D2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tcaagtattg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agtgaaatgg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tcatgtgtgg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cggttcacta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tatgttaaac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caggtggaac</w:t>
      </w:r>
      <w:proofErr w:type="spellEnd"/>
    </w:p>
    <w:p w14:paraId="43D8D75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ctcatcagga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gatgccacaa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ctgcttatgc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taatagtgtt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tttaacattt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gtcaagctgt</w:t>
      </w:r>
      <w:proofErr w:type="spellEnd"/>
    </w:p>
    <w:p w14:paraId="70CA826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cacggccaat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gttaatgcac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ttttatctac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tgatggtaac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aaaattgccg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ataagtatgt</w:t>
      </w:r>
      <w:proofErr w:type="spellEnd"/>
    </w:p>
    <w:p w14:paraId="23F9295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ccgcaattta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caacacagac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tttatgagtg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tctctataga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aatagagatg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ttgacacaga</w:t>
      </w:r>
      <w:proofErr w:type="spellEnd"/>
    </w:p>
    <w:p w14:paraId="28B3E7E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ctttgtgaat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gagttttacg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catatttgcg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taaacatttc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tcaatgatga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tactttctga</w:t>
      </w:r>
      <w:proofErr w:type="spellEnd"/>
    </w:p>
    <w:p w14:paraId="18D4D8C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cgatgctgtt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gtgtgtttca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atagcactta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tgcatctcaa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ggtctagtgg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ctagcataaa</w:t>
      </w:r>
      <w:proofErr w:type="spellEnd"/>
    </w:p>
    <w:p w14:paraId="388CD27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gaactttaag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tcagttcttt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attatcaaaa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caatgttttt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atgtctgaag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caaaatgttg</w:t>
      </w:r>
      <w:proofErr w:type="spellEnd"/>
    </w:p>
    <w:p w14:paraId="0D72CAF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gactgagact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gaccttacta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aaggacctca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tgaattttgc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tctcaacata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caatgctagt</w:t>
      </w:r>
      <w:proofErr w:type="spellEnd"/>
    </w:p>
    <w:p w14:paraId="07E228C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taaacagggt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gatgattatg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tgtaccttcc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ttacccagat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ccatcaagaa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tcctaggggc</w:t>
      </w:r>
      <w:proofErr w:type="spellEnd"/>
    </w:p>
    <w:p w14:paraId="0A42034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cggctgtttt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gtagatgata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tcgtaaaaac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agatggtaca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cttatgattg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aacggttcgt</w:t>
      </w:r>
      <w:proofErr w:type="spellEnd"/>
    </w:p>
    <w:p w14:paraId="21837C4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gtctttagct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atagatgctt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acccacttac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taaacatcct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aatcaggagt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atgctgatgt</w:t>
      </w:r>
      <w:proofErr w:type="spellEnd"/>
    </w:p>
    <w:p w14:paraId="4C42807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ctttcatttg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acataagaaa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gctacatgat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gagttaacag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gacacatgtt</w:t>
      </w:r>
      <w:proofErr w:type="spellEnd"/>
    </w:p>
    <w:p w14:paraId="2E47073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agacatgtat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tctgttatgc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ttactaatga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taacacttca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aggtattggg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aacctgagtt</w:t>
      </w:r>
      <w:proofErr w:type="spellEnd"/>
    </w:p>
    <w:p w14:paraId="75EC5C0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ttatgaggct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atgtacacac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cgcatacagt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cttacaggct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gttggggctt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gtgttctttg</w:t>
      </w:r>
      <w:proofErr w:type="spellEnd"/>
    </w:p>
    <w:p w14:paraId="0792BE2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caattcacag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acttcattaa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gatgtggtgc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ttgcatacgt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agaccattct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tatgttgtaa</w:t>
      </w:r>
      <w:proofErr w:type="spellEnd"/>
    </w:p>
    <w:p w14:paraId="23968B2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atgctgttac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gaccatgtca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tatcaacatc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acataaatta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gtcttgtctg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ttaatccgta</w:t>
      </w:r>
      <w:proofErr w:type="spellEnd"/>
    </w:p>
    <w:p w14:paraId="616549F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tgtttgcaat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gctccaggtt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gtgatgtcac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agatgtgact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caactttact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taggaggtat</w:t>
      </w:r>
      <w:proofErr w:type="spellEnd"/>
    </w:p>
    <w:p w14:paraId="05D3205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gagctattat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tgtaaatcac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ataaaccacc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cattagtttt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ccattgtgtg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ctaatggaca</w:t>
      </w:r>
      <w:proofErr w:type="spellEnd"/>
    </w:p>
    <w:p w14:paraId="0F8C3F0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agtttttggt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ttatataaaa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atacatgtgt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tggtagcgat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aatgttactg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actttaatgc</w:t>
      </w:r>
      <w:proofErr w:type="spellEnd"/>
    </w:p>
    <w:p w14:paraId="125B142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aattgcaaca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tgtgactgga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caaatgctgg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tgattacatt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ttagctaaca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cctgtactga</w:t>
      </w:r>
      <w:proofErr w:type="spellEnd"/>
    </w:p>
    <w:p w14:paraId="4B21453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aagactcaag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ctttttgcag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cagaaacgct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caaagctact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gaggagacat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ttaaactgtc</w:t>
      </w:r>
      <w:proofErr w:type="spellEnd"/>
    </w:p>
    <w:p w14:paraId="5668D3B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ttatggtatt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gctactgtac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gtgaagtgct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gtctgacaga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gaattacatc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tttcatggga</w:t>
      </w:r>
      <w:proofErr w:type="spellEnd"/>
    </w:p>
    <w:p w14:paraId="0E8E64E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agttggtaaa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cctagaccac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cacttaaccg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aaattatgtc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tttactggtt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atcgtgtaac</w:t>
      </w:r>
      <w:proofErr w:type="spellEnd"/>
    </w:p>
    <w:p w14:paraId="07C0BFF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taaaaacagt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aaagtacaaa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taggagagta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cacctttgaa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aaaggtgact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atggtgatgc</w:t>
      </w:r>
      <w:proofErr w:type="spellEnd"/>
    </w:p>
    <w:p w14:paraId="0891315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tgttgtttac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cgaggtacaa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caacttacaa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attaaatgtt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ggtgattatt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ttgtgctgac</w:t>
      </w:r>
      <w:proofErr w:type="spellEnd"/>
    </w:p>
    <w:p w14:paraId="451F6CF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atcacataca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gtaatgccat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taagtgcacc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tacactagtg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ccacaagagc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actatgttag</w:t>
      </w:r>
      <w:proofErr w:type="spellEnd"/>
    </w:p>
    <w:p w14:paraId="61A411B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aattactggc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ttatacccaa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cactcaatat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ctcagatgag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ttttctagca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atgttgcaaa</w:t>
      </w:r>
      <w:proofErr w:type="spellEnd"/>
    </w:p>
    <w:p w14:paraId="6E47F54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ttatcaaaag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gttggtatgc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aaaagtattc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tacactccag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ggaccacctg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gtactggtaa</w:t>
      </w:r>
      <w:proofErr w:type="spellEnd"/>
    </w:p>
    <w:p w14:paraId="5999FBF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gagtcatttt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gctattggcc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tagctctcta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ctacccttct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gctcgcatag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tgtatacagc</w:t>
      </w:r>
      <w:proofErr w:type="spellEnd"/>
    </w:p>
    <w:p w14:paraId="0364E62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ttgctctcat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gccgctgttg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atgcactatg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tgagaaggca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ttaaaatatt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tgcctataga</w:t>
      </w:r>
      <w:proofErr w:type="spellEnd"/>
    </w:p>
    <w:p w14:paraId="50DE972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taaatgtagt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agaattatac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ctgcacgtgc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tcgtgtagag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tgttttgata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aattcaaagt</w:t>
      </w:r>
      <w:proofErr w:type="spellEnd"/>
    </w:p>
    <w:p w14:paraId="065967F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gaattcaaca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ttagaacagt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atgtcttttg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tactgtaaat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gcattgcctg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agacgacagc</w:t>
      </w:r>
      <w:proofErr w:type="spellEnd"/>
    </w:p>
    <w:p w14:paraId="2EF7574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agatatagtt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gtctttgatg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aaatttcaat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ggccacaaat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tatgatttga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gtgttgtcaa</w:t>
      </w:r>
      <w:proofErr w:type="spellEnd"/>
    </w:p>
    <w:p w14:paraId="61DC677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tgccagatta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tgtgctaagc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actatgtgta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cattggcgac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cctgctcaat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tacctgcacc</w:t>
      </w:r>
      <w:proofErr w:type="spellEnd"/>
    </w:p>
    <w:p w14:paraId="5F79C87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acgcacattg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ctaactaagg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gcacactaga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accagaatat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ttcaattcag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tgtgtagact</w:t>
      </w:r>
      <w:proofErr w:type="spellEnd"/>
    </w:p>
    <w:p w14:paraId="5E0CA30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tatgaaaact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ataggtccag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acatgttcct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cggaacttgt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cggcgttgtc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ctgctgaaat</w:t>
      </w:r>
      <w:proofErr w:type="spellEnd"/>
    </w:p>
    <w:p w14:paraId="25D7DC1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gtgagtgctt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tggtttatga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taataagctt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aaagcacata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aagacaaatc</w:t>
      </w:r>
      <w:proofErr w:type="spellEnd"/>
    </w:p>
    <w:p w14:paraId="6522A12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agctcaatgc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tttaaaatgt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tttataaggg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tgttatcacg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catgatgttt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catctgcaat</w:t>
      </w:r>
      <w:proofErr w:type="spellEnd"/>
    </w:p>
    <w:p w14:paraId="7C8CAC8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taacaggcca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caaataggcg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tggtaagaga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attccttaca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cgtaaccctg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cttggagaaa</w:t>
      </w:r>
      <w:proofErr w:type="spellEnd"/>
    </w:p>
    <w:p w14:paraId="3BC4B28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agctgtcttt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atttcacctt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ataattcaca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gaatgctgta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gcctcaaaga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ttttgggact</w:t>
      </w:r>
      <w:proofErr w:type="spellEnd"/>
    </w:p>
    <w:p w14:paraId="0402CBE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accaactcaa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actgttgatt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catcacaggg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ctcagaatat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gactatgtca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tattcactca</w:t>
      </w:r>
      <w:proofErr w:type="spellEnd"/>
    </w:p>
    <w:p w14:paraId="7A54257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aaccactgaa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acagctcact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cttgtaatgt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aaacagattt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aatgttgcta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ttaccagagc</w:t>
      </w:r>
      <w:proofErr w:type="spellEnd"/>
    </w:p>
    <w:p w14:paraId="092F39C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aaaagtaggc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atactttgca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taatgtctga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tagagacctt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tatgacaagt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tgcaatttac</w:t>
      </w:r>
      <w:proofErr w:type="spellEnd"/>
    </w:p>
    <w:p w14:paraId="73C93E0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aagtcttgaa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attccacgta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ggaatgtggc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aactttacaa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gctgaaaatg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taacaggact</w:t>
      </w:r>
      <w:proofErr w:type="spellEnd"/>
    </w:p>
    <w:p w14:paraId="0A5D29C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ctttaaagat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tgtagtaagg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taatcactgg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gttacatcct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acacaggcac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ctacacacct</w:t>
      </w:r>
      <w:proofErr w:type="spellEnd"/>
    </w:p>
    <w:p w14:paraId="3318506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cagtgttgac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actaaattca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aaactgaagg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tttatgtgtt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gacgtacctg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gcatacctaa</w:t>
      </w:r>
      <w:proofErr w:type="spellEnd"/>
    </w:p>
    <w:p w14:paraId="46D106C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ggacatgacc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tatagaagac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tcatctctat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gatgggtttt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aaaatgaatt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atcaagttaa</w:t>
      </w:r>
      <w:proofErr w:type="spellEnd"/>
    </w:p>
    <w:p w14:paraId="5BFD390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tggttaccct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aacatgttta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tcacccgcga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agaagctata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agacatgtac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gtgcatggat</w:t>
      </w:r>
      <w:proofErr w:type="spellEnd"/>
    </w:p>
    <w:p w14:paraId="1C81F21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tggcttcgat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gtcgaggggt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gtcatgctac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tagagaagct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gttggtacca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atttaccttt</w:t>
      </w:r>
      <w:proofErr w:type="spellEnd"/>
    </w:p>
    <w:p w14:paraId="40309AA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acagctaggt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ttttctacag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gtgttaacct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agttgctgta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cctacaggtt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atgttgatac</w:t>
      </w:r>
      <w:proofErr w:type="spellEnd"/>
    </w:p>
    <w:p w14:paraId="23A97A5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acctaataat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acagattttt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ccagagttag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tgctaaacca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ccgcctggag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atcaatttaa</w:t>
      </w:r>
      <w:proofErr w:type="spellEnd"/>
    </w:p>
    <w:p w14:paraId="37C64F1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acacctcata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ccacttatgt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acaaaggact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tccttggaat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gtagtgcgta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taaagattgt</w:t>
      </w:r>
      <w:proofErr w:type="spellEnd"/>
    </w:p>
    <w:p w14:paraId="4DD5F5A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acaaatgtta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agtgacacac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ttaaaaatct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ctctgacaga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gtcgtatttg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tcttatgggc</w:t>
      </w:r>
      <w:proofErr w:type="spellEnd"/>
    </w:p>
    <w:p w14:paraId="243D297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acatggcttt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gagttgacat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ctatgaagta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ttttgtgaaa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ataggacctg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agcgcacctg</w:t>
      </w:r>
      <w:proofErr w:type="spellEnd"/>
    </w:p>
    <w:p w14:paraId="596D478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ttgtctatgt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gatagacgtg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ccacatgctt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ttccactgct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tcagacactt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atgcctgttg</w:t>
      </w:r>
      <w:proofErr w:type="spellEnd"/>
    </w:p>
    <w:p w14:paraId="505DB27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gcatcattct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attggatttg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attacgtcta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taatccgttt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atgattgatg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ttcaacaatg</w:t>
      </w:r>
      <w:proofErr w:type="spellEnd"/>
    </w:p>
    <w:p w14:paraId="3594C12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gggttttaca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ggtaacctac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aaagcaacca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tgatctgtat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tgtcaagtcc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</w:p>
    <w:p w14:paraId="26C2859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acatgtagct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agttgtgatg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caatcatgac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taggtgtcta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gctgtccacg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agtgctttgt</w:t>
      </w:r>
      <w:proofErr w:type="spellEnd"/>
    </w:p>
    <w:p w14:paraId="0F8B502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taagcgtgtt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gactggacta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ttgaatatcc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tataattggt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gatgaactga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agattaatgc</w:t>
      </w:r>
      <w:proofErr w:type="spellEnd"/>
    </w:p>
    <w:p w14:paraId="6E8E329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ggcttgtaga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aaggttcaac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acatggttgt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taaagctgca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ttattagcag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acaaattccc</w:t>
      </w:r>
      <w:proofErr w:type="spellEnd"/>
    </w:p>
    <w:p w14:paraId="6037CFE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agttcttcac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gacattggta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accctaaagc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tattaagtgt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gtacctcaag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ctgatgtaga</w:t>
      </w:r>
      <w:proofErr w:type="spellEnd"/>
    </w:p>
    <w:p w14:paraId="5830A7B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atggaagttc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tatgatgcac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agccttgtag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tgacaaagct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tataaaatag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aagaattatt</w:t>
      </w:r>
      <w:proofErr w:type="spellEnd"/>
    </w:p>
    <w:p w14:paraId="5D9EF18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ctattcttat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gccacacatt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ctgacaaatt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cacagatggt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gtatgcctat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tttggaattg</w:t>
      </w:r>
      <w:proofErr w:type="spellEnd"/>
    </w:p>
    <w:p w14:paraId="35A5481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caatgtcgat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agatatcctg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ctaattccat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tgtttgtaga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tttgacacta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gagtgctatc</w:t>
      </w:r>
      <w:proofErr w:type="spellEnd"/>
    </w:p>
    <w:p w14:paraId="20CACDE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taaccttaac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ttgcctggtt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gtgatggtgg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cagtttgtat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gtaaataaac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atgcattcca</w:t>
      </w:r>
      <w:proofErr w:type="spellEnd"/>
    </w:p>
    <w:p w14:paraId="1F4AF2D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cacaccagct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tttgataaaa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gtgcttttgt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taatttaaaa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caattaccat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ttttctatta</w:t>
      </w:r>
      <w:proofErr w:type="spellEnd"/>
    </w:p>
    <w:p w14:paraId="1951D6C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ctctgacagt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ccatgtgagt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ctcatggaaa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acaagtagtg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tcagatatag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attatgtacc</w:t>
      </w:r>
      <w:proofErr w:type="spellEnd"/>
    </w:p>
    <w:p w14:paraId="73A85EA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actaaagtct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gctacgtgta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taacacgttg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caatttaggt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ggtgctgtct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gtagacatca</w:t>
      </w:r>
      <w:proofErr w:type="spellEnd"/>
    </w:p>
    <w:p w14:paraId="1D4379B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tgctaatgag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tacagattgt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atctcgatgc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ttataacatg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atgatctcag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ctggctttag</w:t>
      </w:r>
      <w:proofErr w:type="spellEnd"/>
    </w:p>
    <w:p w14:paraId="40A14DE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cttgtgggtt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tacaaacaat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ttgatactta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taacctctgg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aacactttta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caagacttca</w:t>
      </w:r>
      <w:proofErr w:type="spellEnd"/>
    </w:p>
    <w:p w14:paraId="07366A6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gagtttagaa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aatgtggctt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ttaatgttgt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aaataaggga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cactttgatg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gacaacaggg</w:t>
      </w:r>
      <w:proofErr w:type="spellEnd"/>
    </w:p>
    <w:p w14:paraId="4D9C3F2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tgaagtacca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gtttctatca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ttaataacac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tgtttacaca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aaagttgatg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gtgttgatgt</w:t>
      </w:r>
      <w:proofErr w:type="spellEnd"/>
    </w:p>
    <w:p w14:paraId="7E2F267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agaattgttt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gaaaataaaa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caacattacc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tgttaatgta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gcatttgagc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tttgggctaa</w:t>
      </w:r>
      <w:proofErr w:type="spellEnd"/>
    </w:p>
    <w:p w14:paraId="71E45E2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gcgcaacatt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aaaccagtac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cagaggtgaa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aatactcaat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aatttgggtg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tggacattgc</w:t>
      </w:r>
      <w:proofErr w:type="spellEnd"/>
    </w:p>
    <w:p w14:paraId="60FCE8C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tgctaatact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gtgatctggg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actacaaaag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agatgctcca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gcacatatat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ctactattgg</w:t>
      </w:r>
      <w:proofErr w:type="spellEnd"/>
    </w:p>
    <w:p w14:paraId="617B798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tgtttgttct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atgactgaca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tagccaagaa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accaattgaa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acgatttgtg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caccactcac</w:t>
      </w:r>
      <w:proofErr w:type="spellEnd"/>
    </w:p>
    <w:p w14:paraId="58F127D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tgtctttttt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gatggtagag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ttgatggtca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agtagactta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tttagaaatg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cccgtaatgg</w:t>
      </w:r>
      <w:proofErr w:type="spellEnd"/>
    </w:p>
    <w:p w14:paraId="36919AF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tgttcttatt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acagagggta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gtgttaaagg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tctgtaggtc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ccaaacaagc</w:t>
      </w:r>
      <w:proofErr w:type="spellEnd"/>
    </w:p>
    <w:p w14:paraId="0AF2393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tagtcttaat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ggagtcacat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taattggaga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agccgtaaaa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acacagttca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attattataa</w:t>
      </w:r>
      <w:proofErr w:type="spellEnd"/>
    </w:p>
    <w:p w14:paraId="0988C94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gaaagttgat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ggtgttgtcc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aacaattacc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tgaaacttac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tttactcaga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gtagaaattt</w:t>
      </w:r>
      <w:proofErr w:type="spellEnd"/>
    </w:p>
    <w:p w14:paraId="5F9E25F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acaagaattt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aaacccagga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gtcaaatgga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aattgatttc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ttagaattag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ctatggatga</w:t>
      </w:r>
      <w:proofErr w:type="spellEnd"/>
    </w:p>
    <w:p w14:paraId="5122928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attcattgaa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cggtataaat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tagaaggcta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tgccttcgaa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catatcgttt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atggagattt</w:t>
      </w:r>
      <w:proofErr w:type="spellEnd"/>
    </w:p>
    <w:p w14:paraId="365B0D5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tagtcatagt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cagttaggtg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gtttacatct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actgattgga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ctagctaaac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gttttaagga</w:t>
      </w:r>
      <w:proofErr w:type="spellEnd"/>
    </w:p>
    <w:p w14:paraId="5E1ACDF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atcacctttt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gaattagaag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attttattcc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tatggacagt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acagttaaaa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actatttcat</w:t>
      </w:r>
      <w:proofErr w:type="spellEnd"/>
    </w:p>
    <w:p w14:paraId="455B778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aacagatgcg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caaacaggtt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catctaagtg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tgtgtgttct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gttattgatt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tattacttga</w:t>
      </w:r>
      <w:proofErr w:type="spellEnd"/>
    </w:p>
    <w:p w14:paraId="610491B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tgattttgtt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gaaataataa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aatcccaaga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tttatctgta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gtttctaagg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ttgtcaaagt</w:t>
      </w:r>
      <w:proofErr w:type="spellEnd"/>
    </w:p>
    <w:p w14:paraId="0756EB0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gactattgac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tatacagaaa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gctttggtgt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aaagatggcc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atgtagaaac</w:t>
      </w:r>
      <w:proofErr w:type="spellEnd"/>
    </w:p>
    <w:p w14:paraId="2C8250D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attttaccca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aaattacaat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ctagtcaagc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gtggcaaccg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ggtgttgcta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tgcctaatct</w:t>
      </w:r>
      <w:proofErr w:type="spellEnd"/>
    </w:p>
    <w:p w14:paraId="1E63386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ttacaaaatg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caaagaatgc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tattagaaaa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gtgtgacctt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caaaattatg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gtgatagtgc</w:t>
      </w:r>
      <w:proofErr w:type="spellEnd"/>
    </w:p>
    <w:p w14:paraId="5F7745B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aacattacct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aaaggcataa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tgatgaatgt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cgcaaaatat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actcaactgt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gtcaatattt</w:t>
      </w:r>
      <w:proofErr w:type="spellEnd"/>
    </w:p>
    <w:p w14:paraId="7DB990A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aaacacatta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acattagctg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taccctataa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tatgagagtt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atacattttg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gtgctggttc</w:t>
      </w:r>
      <w:proofErr w:type="spellEnd"/>
    </w:p>
    <w:p w14:paraId="52F06D4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tgataaagga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gttgcaccag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gtacagctgt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tttaagacag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tggttgccta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cgggtacgct</w:t>
      </w:r>
      <w:proofErr w:type="spellEnd"/>
    </w:p>
    <w:p w14:paraId="6C9E1A2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gcttgtcgat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tcagatctta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atgactttgt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ctctgatgca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gattcaactt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tgattggtga</w:t>
      </w:r>
      <w:proofErr w:type="spellEnd"/>
    </w:p>
    <w:p w14:paraId="085F568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ttgtgcaact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gtacatacag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ctaataaatg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ggatctcatt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attagtgata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tgtacgaccc</w:t>
      </w:r>
      <w:proofErr w:type="spellEnd"/>
    </w:p>
    <w:p w14:paraId="4C87C17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taagactaaa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aatgttacaa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aagaaaatga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ctctaaagag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ggttttttca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cttacatttg</w:t>
      </w:r>
      <w:proofErr w:type="spellEnd"/>
    </w:p>
    <w:p w14:paraId="0F163AE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tgggtttata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caacaaaagc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tagctcttgg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aggttccgtg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gctataaaga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taacagaaca</w:t>
      </w:r>
      <w:proofErr w:type="spellEnd"/>
    </w:p>
    <w:p w14:paraId="62DE00F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ttcttggaat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gctgatcttt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ataagctcat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gggacacttc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gcatggtgga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cagcctttgt</w:t>
      </w:r>
      <w:proofErr w:type="spellEnd"/>
    </w:p>
    <w:p w14:paraId="79D6D54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tactaatgtg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aatgcgtcat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catctgaagc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atttttaatt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ggatgtaatt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atcttggcaa</w:t>
      </w:r>
      <w:proofErr w:type="spellEnd"/>
    </w:p>
    <w:p w14:paraId="41C1A3D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accacgcgaa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caaatagatg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gttatgtcat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gcatgcaaat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tacatatttt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ggaggaatac</w:t>
      </w:r>
      <w:proofErr w:type="spellEnd"/>
    </w:p>
    <w:p w14:paraId="3CB76A3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aaatccaatt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cagttgtctt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cctattcttt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atttgacatg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agtaaatttc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cccttaaatt</w:t>
      </w:r>
      <w:proofErr w:type="spellEnd"/>
    </w:p>
    <w:p w14:paraId="6372842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aaggggtact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gctgttatgt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ctttaaaaga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aggtcaaatc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aatgatatga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ttttatctct</w:t>
      </w:r>
      <w:proofErr w:type="spellEnd"/>
    </w:p>
    <w:p w14:paraId="3B45245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tcttagtaaa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ggtagactta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taattagaga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aaacaacaga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gttgttattt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ctagtgatgt</w:t>
      </w:r>
      <w:proofErr w:type="spellEnd"/>
    </w:p>
    <w:p w14:paraId="668FD25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tcttgttaac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aactaaacga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acaatgtttg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tttttcttgt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tttattgcca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ctagtctcta</w:t>
      </w:r>
      <w:proofErr w:type="spellEnd"/>
    </w:p>
    <w:p w14:paraId="3685C21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gtcagtgtgt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taatcttata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accagaactc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aatcatacac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taattctttc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acacgtggtg</w:t>
      </w:r>
      <w:proofErr w:type="spellEnd"/>
    </w:p>
    <w:p w14:paraId="44743F8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tttattaccc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tgacaaagtt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ttcagatcct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cagttttaca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ttcaactcag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gacttgttct</w:t>
      </w:r>
      <w:proofErr w:type="spellEnd"/>
    </w:p>
    <w:p w14:paraId="3AB50C7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tacctttctt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ttccaatgtt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acttggttcc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atgctataca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tgtctctggg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accaatggta</w:t>
      </w:r>
      <w:proofErr w:type="spellEnd"/>
    </w:p>
    <w:p w14:paraId="4EABC11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ctaagaggtt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tgataaccct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gtcctaccat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ttaatgatgg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tgtttatttt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gcttccactg</w:t>
      </w:r>
      <w:proofErr w:type="spellEnd"/>
    </w:p>
    <w:p w14:paraId="2E1C62D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agaagtctaa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cataataaga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ggctggattt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ttggtactac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tttagattcg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aagacccagt</w:t>
      </w:r>
      <w:proofErr w:type="spellEnd"/>
    </w:p>
    <w:p w14:paraId="120945E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ccctacttat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tgttaataac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gctactaatg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ttgttattaa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agtctgtgaa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tttcaatttt</w:t>
      </w:r>
      <w:proofErr w:type="spellEnd"/>
    </w:p>
    <w:p w14:paraId="08CC4AD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gtaatgatcc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atttttggat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gtttattacc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acaaaaacaa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caaaagttgg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atggaaagtg</w:t>
      </w:r>
      <w:proofErr w:type="spellEnd"/>
    </w:p>
    <w:p w14:paraId="205F3D3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agttcagagt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ttattctagt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gcgaataatt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gcacttttga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atatgtctct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cagccttttc</w:t>
      </w:r>
      <w:proofErr w:type="spellEnd"/>
    </w:p>
    <w:p w14:paraId="00BB780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ttatggacct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tgaaggaaaa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cagggtaatt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tcaaaaatct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tagggaattt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gtgtttaaga</w:t>
      </w:r>
      <w:proofErr w:type="spellEnd"/>
    </w:p>
    <w:p w14:paraId="32F7E48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atattgatgg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ttattttaaa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atatattcta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agcacacgcc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tattaattta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gggcgtgatc</w:t>
      </w:r>
      <w:proofErr w:type="spellEnd"/>
    </w:p>
    <w:p w14:paraId="6B07F0C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tccctcaggg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tttttcggct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ttagaaccat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tggtagattt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gccaataggt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attaacatca</w:t>
      </w:r>
      <w:proofErr w:type="spellEnd"/>
    </w:p>
    <w:p w14:paraId="2AACFBC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ctaggtttca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aactttactt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gctttacata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gaagttattt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gactcctggt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gattcttctt</w:t>
      </w:r>
      <w:proofErr w:type="spellEnd"/>
    </w:p>
    <w:p w14:paraId="49444F6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caggttggac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agctggtgct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gcagcttatt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atgtgggtta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tcttcaacct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aggacttttc</w:t>
      </w:r>
      <w:proofErr w:type="spellEnd"/>
    </w:p>
    <w:p w14:paraId="5CA7B04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tattaaaata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taatgaaaat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ggaaccatta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cagatgctgt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agactgtgca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cttgaccctc</w:t>
      </w:r>
      <w:proofErr w:type="spellEnd"/>
    </w:p>
    <w:p w14:paraId="2823AAE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tctcagaaac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aaagtgtacg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ttgaaatcct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tcactgtaga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aaaaggaatc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tatcaaactt</w:t>
      </w:r>
      <w:proofErr w:type="spellEnd"/>
    </w:p>
    <w:p w14:paraId="7B5F4DF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ctaactttag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agtccaacca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acagaatcta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ttgttagatt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tcctaatatt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acaaacttgt</w:t>
      </w:r>
      <w:proofErr w:type="spellEnd"/>
    </w:p>
    <w:p w14:paraId="123E902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gcccttttga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tgaagttttt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aacgccacca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gatttgcatc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tgtttatgct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tggaacagga</w:t>
      </w:r>
      <w:proofErr w:type="spellEnd"/>
    </w:p>
    <w:p w14:paraId="052C6A5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agagaatcag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caactgtgtt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gctgattatt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ctgtcctata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taatttcgca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ccatttttcg</w:t>
      </w:r>
      <w:proofErr w:type="spellEnd"/>
    </w:p>
    <w:p w14:paraId="13F8DE2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cttttaagtg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ttatggagtg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tctcctacta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aattaaatga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tctctgcttt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actaatgtct</w:t>
      </w:r>
      <w:proofErr w:type="spellEnd"/>
    </w:p>
    <w:p w14:paraId="4D6F67B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atgcagattc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atttgtaatt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agaggtaatg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aagtcagcca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aatcgctcca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gggcaaactg</w:t>
      </w:r>
      <w:proofErr w:type="spellEnd"/>
    </w:p>
    <w:p w14:paraId="45EBBB3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gaaatattgc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tgattataat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tataaattac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cagatgattt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tacaggctgc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gttatagctt</w:t>
      </w:r>
      <w:proofErr w:type="spellEnd"/>
    </w:p>
    <w:p w14:paraId="7F7AFD7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ggaattctaa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caagcttgat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tctaaggttg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gtggtaatta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taattacctg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tatagattgt</w:t>
      </w:r>
      <w:proofErr w:type="spellEnd"/>
    </w:p>
    <w:p w14:paraId="2C5B4E3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ttaggaagtc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taatctcaaa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ccttttgaga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gagatatttc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aactgaaatc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tatcaggccg</w:t>
      </w:r>
      <w:proofErr w:type="spellEnd"/>
    </w:p>
    <w:p w14:paraId="45D4A1F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gtaacaaacc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ttgtaatggt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gttgcaggtt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ttaattgtta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ctttccttta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caatcatatg</w:t>
      </w:r>
      <w:proofErr w:type="spellEnd"/>
    </w:p>
    <w:p w14:paraId="095688F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gtttccgacc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cacttatggt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gttggtcacc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aaccatacag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agtagtagta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ctttcttttg</w:t>
      </w:r>
      <w:proofErr w:type="spellEnd"/>
    </w:p>
    <w:p w14:paraId="57D0B4A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aacttctaca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tgcaccagca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actgtttgtg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gacctaaaaa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gtctactaat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ttggttaaaa</w:t>
      </w:r>
      <w:proofErr w:type="spellEnd"/>
    </w:p>
    <w:p w14:paraId="7CAF7DD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acaaatgtgt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caatttcaac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ttcaatggtt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taacaggcac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aggtgttctt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actgagtcta</w:t>
      </w:r>
      <w:proofErr w:type="spellEnd"/>
    </w:p>
    <w:p w14:paraId="737AFDF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acaaaaagtt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tctgcctttc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caacaatttg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gcagagacat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tgctgacact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actgatgctg</w:t>
      </w:r>
      <w:proofErr w:type="spellEnd"/>
    </w:p>
    <w:p w14:paraId="506DBF6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tccgtgatcc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acagacactt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gagattcttg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acattacacc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atgttctttt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ggtggtgtca</w:t>
      </w:r>
      <w:proofErr w:type="spellEnd"/>
    </w:p>
    <w:p w14:paraId="1D53AD3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gtgttataac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accaggaaca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aatacttcta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accaggttgc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tgttctttat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cagggtgtta</w:t>
      </w:r>
      <w:proofErr w:type="spellEnd"/>
    </w:p>
    <w:p w14:paraId="2E2869E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actgcacaga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agtccctgtt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gctattcatg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cagatcaact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tactcctact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tggcgtgttt</w:t>
      </w:r>
      <w:proofErr w:type="spellEnd"/>
    </w:p>
    <w:p w14:paraId="5F7282E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attctacagg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ttctaatgtt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tttcaaacac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gtgcaggctg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tttaataggg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gctgaatatg</w:t>
      </w:r>
      <w:proofErr w:type="spellEnd"/>
    </w:p>
    <w:p w14:paraId="4713B6A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tcaacaactc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atatgagtgt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gacataccca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ttggtgcagg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tatatgcgct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agttatcaga</w:t>
      </w:r>
      <w:proofErr w:type="spellEnd"/>
    </w:p>
    <w:p w14:paraId="5A53C28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ctcagactaa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gtctcatcgg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cgggcacgta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gtgtagctag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tcaatccatc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attgcctaca</w:t>
      </w:r>
      <w:proofErr w:type="spellEnd"/>
    </w:p>
    <w:p w14:paraId="5A5A409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ctatgtcact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tggtgcagaa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aattcagttg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cttactctaa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taactctatt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gccataccca</w:t>
      </w:r>
      <w:proofErr w:type="spellEnd"/>
    </w:p>
    <w:p w14:paraId="536C6CE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caaattttac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tattagtgtt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accacagaaa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ttctaccagt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gtctatgacc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aagacatcag</w:t>
      </w:r>
      <w:proofErr w:type="spellEnd"/>
    </w:p>
    <w:p w14:paraId="019B569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tagattgtac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tgtggtgatt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caactgaatg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cagcaatctt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ttgttgcaat</w:t>
      </w:r>
      <w:proofErr w:type="spellEnd"/>
    </w:p>
    <w:p w14:paraId="3F55322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atggcagttt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ttgtacacaa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ttaaaacgtg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ctttaactgg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aatagctgtt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gaacaagaca</w:t>
      </w:r>
      <w:proofErr w:type="spellEnd"/>
    </w:p>
    <w:p w14:paraId="4270BE9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aaaacaccca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agaagttttt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gcacaagtca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aacaaattta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caaaacacca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ccaattaaat</w:t>
      </w:r>
      <w:proofErr w:type="spellEnd"/>
    </w:p>
    <w:p w14:paraId="7A4D227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attttggtgg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ttttaatttt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tcacaaatat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taccagatcc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atcaaaacca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agcaagaggt</w:t>
      </w:r>
      <w:proofErr w:type="spellEnd"/>
    </w:p>
    <w:p w14:paraId="7C30071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catttattga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agatctactt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ttcaacaaag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tgacacttgc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agatgctggc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ttcatcaaac</w:t>
      </w:r>
      <w:proofErr w:type="spellEnd"/>
    </w:p>
    <w:p w14:paraId="598E0CA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aatatggtga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ttgccttggt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gatattgctg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ctagagacct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catttgtgca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caaaagttta</w:t>
      </w:r>
      <w:proofErr w:type="spellEnd"/>
    </w:p>
    <w:p w14:paraId="398814C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acggccttac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tgttttgcca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cctttgctca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cagatgaaat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gattgctcaa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tacacttctg</w:t>
      </w:r>
      <w:proofErr w:type="spellEnd"/>
    </w:p>
    <w:p w14:paraId="34929D7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cactgttagc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gggtacaatc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acttctggtt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ggacctttgg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tgcaggtgct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gcattacaaa</w:t>
      </w:r>
      <w:proofErr w:type="spellEnd"/>
    </w:p>
    <w:p w14:paraId="77AECEE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taccatttgc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tatgcaaatg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gcttataggt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ttaatggtat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tggagttaca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cagaatgttc</w:t>
      </w:r>
      <w:proofErr w:type="spellEnd"/>
    </w:p>
    <w:p w14:paraId="0843EEA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tctatgagaa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ccaaaaattg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attgccaacc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aatttaatag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tgctattggc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aaaattcaag</w:t>
      </w:r>
      <w:proofErr w:type="spellEnd"/>
    </w:p>
    <w:p w14:paraId="3128216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actcactttc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ttccacagca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agtgcacttg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gaaaacttca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agatgtggtc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aaccataatg</w:t>
      </w:r>
      <w:proofErr w:type="spellEnd"/>
    </w:p>
    <w:p w14:paraId="6B96ACA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cacaagcttt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aaacacgctt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gttaaacaac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ttagctccaa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atttggtgca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atttcaagtg</w:t>
      </w:r>
      <w:proofErr w:type="spellEnd"/>
    </w:p>
    <w:p w14:paraId="0E6B92D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ttttaaatga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tatcctttca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cgtcttgaca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aagttgaggc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tgaagtgcaa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attgataggt</w:t>
      </w:r>
      <w:proofErr w:type="spellEnd"/>
    </w:p>
    <w:p w14:paraId="4FEDE14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tgatcacagg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cagacttcaa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agtttgcaga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catatgtgac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tcaacaatta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attagagctg</w:t>
      </w:r>
      <w:proofErr w:type="spellEnd"/>
    </w:p>
    <w:p w14:paraId="73E94FF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cagaaatcag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agcttctgct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aatcttgctg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ctactaaaat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gtcagagtgt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gtacttggac</w:t>
      </w:r>
      <w:proofErr w:type="spellEnd"/>
    </w:p>
    <w:p w14:paraId="58ACABE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aatcaaaaag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agttgatttt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tgtggaaagg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gctatcatct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tatgtccttc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cctcagtcag</w:t>
      </w:r>
      <w:proofErr w:type="spellEnd"/>
    </w:p>
    <w:p w14:paraId="734B0D7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cacctcatgg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tgtagtcttc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ttgcatgtga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cttatgtccc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tgcacaagaa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aagaacttca</w:t>
      </w:r>
      <w:proofErr w:type="spellEnd"/>
    </w:p>
    <w:p w14:paraId="21514F1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caactgctcc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tgccatttgt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catgatggaa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aagcacactt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tcctcgtgaa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ggtgtctttg</w:t>
      </w:r>
      <w:proofErr w:type="spellEnd"/>
    </w:p>
    <w:p w14:paraId="47535DA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tttcaaatgg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cacacactgg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tttgtaacac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aaaggaattt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ttatgaacca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caaatcatta</w:t>
      </w:r>
      <w:proofErr w:type="spellEnd"/>
    </w:p>
    <w:p w14:paraId="643C89A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ctacagacaa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cacatttgtg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tctggtaact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gtgatgttgt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aataggaatt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gtcaacaaca</w:t>
      </w:r>
      <w:proofErr w:type="spellEnd"/>
    </w:p>
    <w:p w14:paraId="017A08D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cagtttatga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tcctttgcaa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cctgaattag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attcattcaa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ggaggagtta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gataaatatt</w:t>
      </w:r>
      <w:proofErr w:type="spellEnd"/>
    </w:p>
    <w:p w14:paraId="41B2D26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ttaagaatca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tacatcacca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gatgttgatt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taggtgacat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ctctggcatt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aatgcttcag</w:t>
      </w:r>
      <w:proofErr w:type="spellEnd"/>
    </w:p>
    <w:p w14:paraId="043EF4F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ttgtaaacat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tcaaaaagaa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attgaccgcc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tcaatgaggt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tgccaagaat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ttaaatgaat</w:t>
      </w:r>
      <w:proofErr w:type="spellEnd"/>
    </w:p>
    <w:p w14:paraId="7E487F7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ctctcatcga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tctccaagaa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cttggaaagt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atgagcagta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tataaaatgg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ccatggtaca</w:t>
      </w:r>
      <w:proofErr w:type="spellEnd"/>
    </w:p>
    <w:p w14:paraId="3E4F135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tttggctagg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ttttatagct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ggcttgattg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ccatagtaat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ggtgacaatt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atgctttgct</w:t>
      </w:r>
      <w:proofErr w:type="spellEnd"/>
    </w:p>
    <w:p w14:paraId="7AA57DB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gtatgaccag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ttgctgtagt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tgtctcaagg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gctgttgttc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ttgtggatcc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tgctgcaaat</w:t>
      </w:r>
      <w:proofErr w:type="spellEnd"/>
    </w:p>
    <w:p w14:paraId="39D4CD8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ttgatgaaga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cgactctgag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ccagtgctca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aaggagtcaa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attacattac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acataaacga</w:t>
      </w:r>
      <w:proofErr w:type="spellEnd"/>
    </w:p>
    <w:p w14:paraId="33DD1A7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acttatggat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ttgtttatga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gaatcttcac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aattggaact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gtaactttga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agcaaggtga</w:t>
      </w:r>
      <w:proofErr w:type="spellEnd"/>
    </w:p>
    <w:p w14:paraId="444E2FE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aatcaaggat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gctactcctt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cagattttgt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tcgcgctact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gcaacgatac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cgatacaagc</w:t>
      </w:r>
      <w:proofErr w:type="spellEnd"/>
    </w:p>
    <w:p w14:paraId="0691CDB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ctcactccct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ttcggatggc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ttattgttgg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cgttgcactt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cttgctgttt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ttcagagcgc</w:t>
      </w:r>
      <w:proofErr w:type="spellEnd"/>
    </w:p>
    <w:p w14:paraId="228D18C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ttccaaaatc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ataactctca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aaaagagatg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gcaactagca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ctctccaagg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gtgttcactt</w:t>
      </w:r>
      <w:proofErr w:type="spellEnd"/>
    </w:p>
    <w:p w14:paraId="19FB7DF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tgtttgcaac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ttgctgttgt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tgtttgtaac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agtttactca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caccttttgc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tcgttgctgc</w:t>
      </w:r>
      <w:proofErr w:type="spellEnd"/>
    </w:p>
    <w:p w14:paraId="601BCB5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tggccttgaa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gccccttttc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tctatcttta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tgctttagtc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tacttcttgc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agagtataaa</w:t>
      </w:r>
      <w:proofErr w:type="spellEnd"/>
    </w:p>
    <w:p w14:paraId="2553957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ctttgtaaga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ataataatga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ggctttggct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ttgctggaaa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tgccgttcca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aaaacccatt</w:t>
      </w:r>
      <w:proofErr w:type="spellEnd"/>
    </w:p>
    <w:p w14:paraId="1299515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actttatgat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gccaactatt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ttctttgctg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gcatactaat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tgttacgact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attgtatacc</w:t>
      </w:r>
      <w:proofErr w:type="spellEnd"/>
    </w:p>
    <w:p w14:paraId="1ED34EE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ttacaatagt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gtaacttctt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caattgtcat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tacttcaggt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gatggcacaa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caagtcctat</w:t>
      </w:r>
      <w:proofErr w:type="spellEnd"/>
    </w:p>
    <w:p w14:paraId="2B86BFE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ttctgaacat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gactaccaga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ttggtggtta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tactgaaaaa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tgggaatctg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gagtaaaaga</w:t>
      </w:r>
      <w:proofErr w:type="spellEnd"/>
    </w:p>
    <w:p w14:paraId="6B7C951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ctgtgttgta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ttacacagtt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acttcacttc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agactattac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cagctgtact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caactcaatt</w:t>
      </w:r>
      <w:proofErr w:type="spellEnd"/>
    </w:p>
    <w:p w14:paraId="256FCE6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gagtacagac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attggtgttg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aacatgttac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cttcttcatc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tacaataaaa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ttgttgatga</w:t>
      </w:r>
      <w:proofErr w:type="spellEnd"/>
    </w:p>
    <w:p w14:paraId="4D4EDAE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gcctgaagaa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catgtccaaa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ttcacacaat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cgacggttca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tccggagttg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ttaatccagt</w:t>
      </w:r>
      <w:proofErr w:type="spellEnd"/>
    </w:p>
    <w:p w14:paraId="652FB4D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aatggaacca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atttatgatg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aaccgacgac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gactactagc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gtgcctttgt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aagcacaagc</w:t>
      </w:r>
      <w:proofErr w:type="spellEnd"/>
    </w:p>
    <w:p w14:paraId="72388FE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tgatgagtac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gaacttatgt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actcattcgt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ttcggaagag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ataggtacgt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taatagttaa</w:t>
      </w:r>
      <w:proofErr w:type="spellEnd"/>
    </w:p>
    <w:p w14:paraId="7EF5E39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tagcgtactt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ctttttcttg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ctttcgtggt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attcttgcta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gttacactag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ccatccttac</w:t>
      </w:r>
      <w:proofErr w:type="spellEnd"/>
    </w:p>
    <w:p w14:paraId="3A29F58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tgcgcttcga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ttgtgtgcgt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actgctgcaa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tattgttaac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gtgagtcttg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taaaaccttc</w:t>
      </w:r>
      <w:proofErr w:type="spellEnd"/>
    </w:p>
    <w:p w14:paraId="76BDCAE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tttttacgtt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tactctcgtg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ttaaaaatct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gaattcttct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agagttcctg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atcttctggt</w:t>
      </w:r>
      <w:proofErr w:type="spellEnd"/>
    </w:p>
    <w:p w14:paraId="6A1E185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ctaaacgaac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taaatattat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attagttttt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ctgtttggaa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ctttaatttt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agccatggca</w:t>
      </w:r>
      <w:proofErr w:type="spellEnd"/>
    </w:p>
    <w:p w14:paraId="1F97ED5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gattccaacg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gtactattac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cgttgaagag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cttaaaaagc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tccttgaaga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atggaaccta</w:t>
      </w:r>
      <w:proofErr w:type="spellEnd"/>
    </w:p>
    <w:p w14:paraId="2277E2A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gtaataggtt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tcctattcct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tacatggatt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tgtcttctac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aatttgccta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tgccaacagg</w:t>
      </w:r>
      <w:proofErr w:type="spellEnd"/>
    </w:p>
    <w:p w14:paraId="6C3E797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aataggtttt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tgtatataat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taagttaatt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ttcctctggc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tgttatggcc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agtaacttta</w:t>
      </w:r>
      <w:proofErr w:type="spellEnd"/>
    </w:p>
    <w:p w14:paraId="33C73D9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acttgttttg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tgcttgctgc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tgtttacaga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ataaattgga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tcaccggtgg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aattgctatc</w:t>
      </w:r>
      <w:proofErr w:type="spellEnd"/>
    </w:p>
    <w:p w14:paraId="7D92EF3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gcaatggctt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gtcttgtagg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cttgatgtgg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ctcagctact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tcattgcttc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tttcagactg</w:t>
      </w:r>
      <w:proofErr w:type="spellEnd"/>
    </w:p>
    <w:p w14:paraId="08F032F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tttgcgcgta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cgcgttccat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gtggtcattc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aatccagaaa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ctaacattct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tctcaacgtg</w:t>
      </w:r>
      <w:proofErr w:type="spellEnd"/>
    </w:p>
    <w:p w14:paraId="01E06F9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ccactccatg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gcactattct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gaccagaccg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cttctagaaa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gtgaactcgt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aatcggagct</w:t>
      </w:r>
      <w:proofErr w:type="spellEnd"/>
    </w:p>
    <w:p w14:paraId="1A250A3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gtgatccttc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gtggacatct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tcgtattgct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ggacaccatc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taggacgctg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tgacatcaag</w:t>
      </w:r>
      <w:proofErr w:type="spellEnd"/>
    </w:p>
    <w:p w14:paraId="1A0568C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gacctgccta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aagaaatcac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tgttgctaca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tcacgaacgc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tttcttatta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caaattggga</w:t>
      </w:r>
      <w:proofErr w:type="spellEnd"/>
    </w:p>
    <w:p w14:paraId="5C9061E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gcttcgcagc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gtgtagcagg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tgactcaggt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tttgctgcat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acagtcgcta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caggattggc</w:t>
      </w:r>
      <w:proofErr w:type="spellEnd"/>
    </w:p>
    <w:p w14:paraId="2A08675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aactataaat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taaacacaga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ccattccagt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agcagtgaca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atattgcttt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gcttgtacag</w:t>
      </w:r>
      <w:proofErr w:type="spellEnd"/>
    </w:p>
    <w:p w14:paraId="1F71EDB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taagtgacaa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cagatgtttc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atctcgttga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ctttcaggtt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actatagcag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agatattact</w:t>
      </w:r>
      <w:proofErr w:type="spellEnd"/>
    </w:p>
    <w:p w14:paraId="70BA6A2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aattattatg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aggactttta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aagtttccat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ttggaatctt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gattacatca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taaacctcat</w:t>
      </w:r>
      <w:proofErr w:type="spellEnd"/>
    </w:p>
    <w:p w14:paraId="3A86B1E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aattaaaaat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ttatctaagt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cactaactga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gaataaatat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tctcaattag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atgaagagca</w:t>
      </w:r>
      <w:proofErr w:type="spellEnd"/>
    </w:p>
    <w:p w14:paraId="5C64E2FB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accaatggag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attgattaaa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cgaacatgaa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aattattctt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ttcttggcac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tgataacact</w:t>
      </w:r>
      <w:proofErr w:type="spellEnd"/>
    </w:p>
    <w:p w14:paraId="2564AA2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cgctacttgt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gagctttatc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actaccaaga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gtgtgttaga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ggtacaacag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tacttttaaa</w:t>
      </w:r>
      <w:proofErr w:type="spellEnd"/>
    </w:p>
    <w:p w14:paraId="21DF598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agaaccttgc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tcttctggaa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catacgaggg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caattcacca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tttcatcctc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tagctgataa</w:t>
      </w:r>
      <w:proofErr w:type="spellEnd"/>
    </w:p>
    <w:p w14:paraId="107A69F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caaatttgca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ctgacttgct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ttagcactca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atttgctttt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gcttgtcctg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acggcgtaaa</w:t>
      </w:r>
      <w:proofErr w:type="spellEnd"/>
    </w:p>
    <w:p w14:paraId="433FB4A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acacgtctat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cagttacgtg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ccagatcagt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ttcacctaaa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ctgttcatca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gacaagagga</w:t>
      </w:r>
      <w:proofErr w:type="spellEnd"/>
    </w:p>
    <w:p w14:paraId="7E01F33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agttcaagaa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ctttactctc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caatttttct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tattgttgcg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gcaatagtgt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ttataacact</w:t>
      </w:r>
      <w:proofErr w:type="spellEnd"/>
    </w:p>
    <w:p w14:paraId="2BDC2D3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ttgcttcaca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ctcaaaagaa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agacagaatg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attgaacttt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cattaattga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cttctatttg</w:t>
      </w:r>
      <w:proofErr w:type="spellEnd"/>
    </w:p>
    <w:p w14:paraId="38BF85A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tgctttttag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cctttctgtt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attccttgtt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ttaattatgc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ttattatctt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ttggttctca</w:t>
      </w:r>
      <w:proofErr w:type="spellEnd"/>
    </w:p>
    <w:p w14:paraId="2677160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cttgaactgc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aagatcataa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tgaaacttgt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cacgcctaaa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cgaacatgaa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atttcttgtt</w:t>
      </w:r>
      <w:proofErr w:type="spellEnd"/>
    </w:p>
    <w:p w14:paraId="4194295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ttcttaggaa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tcatcacaac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tgtagctgca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tttcaccaag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aatgtagttt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acagtcatgt</w:t>
      </w:r>
      <w:proofErr w:type="spellEnd"/>
    </w:p>
    <w:p w14:paraId="6C03981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actcaacatc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aaccatatgt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agttgatgac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ccgtgtccta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ttcacttcta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ttctaaatgg</w:t>
      </w:r>
      <w:proofErr w:type="spellEnd"/>
    </w:p>
    <w:p w14:paraId="60EDC8B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tatattagag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taggagctag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aaaatcagca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cctttaattg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aattgtgcgt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ggatgaggct</w:t>
      </w:r>
      <w:proofErr w:type="spellEnd"/>
    </w:p>
    <w:p w14:paraId="1D3A477D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ggttctaaat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cacccattca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gtacatcgat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atcggtaatt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atacagtttc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ctgtttacct</w:t>
      </w:r>
      <w:proofErr w:type="spellEnd"/>
    </w:p>
    <w:p w14:paraId="5FD5379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tttacaatta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attgccagga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acctaaattg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ggtagtcttg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tagtgcgttg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ttcgttctat</w:t>
      </w:r>
      <w:proofErr w:type="spellEnd"/>
    </w:p>
    <w:p w14:paraId="11C16F2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gaagactttt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tagagtatca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tgacgttcgt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gttgttttag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atttcatcta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aacgaacaaa</w:t>
      </w:r>
      <w:proofErr w:type="spellEnd"/>
    </w:p>
    <w:p w14:paraId="44D1C47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cttaaatgtc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tgataatgga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ccccaaaatc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agcgaaatgc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actccgcatt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acgtttggtg</w:t>
      </w:r>
      <w:proofErr w:type="spellEnd"/>
    </w:p>
    <w:p w14:paraId="3E6BFEC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gaccctcaga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ttcaactggc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agtaaccaga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atggtggggc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gcgatcaaaa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caacgtcggc</w:t>
      </w:r>
      <w:proofErr w:type="spellEnd"/>
    </w:p>
    <w:p w14:paraId="5018D195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cccaaggttt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acccaataat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actgcgtctt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ggttcaccgc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tctcactcaa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catggcaagg</w:t>
      </w:r>
      <w:proofErr w:type="spellEnd"/>
    </w:p>
    <w:p w14:paraId="632D260E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aagaccttaa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attccctcga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ggacaaggcg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ttccaattaa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caccaatagc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agtccagatg</w:t>
      </w:r>
      <w:proofErr w:type="spellEnd"/>
    </w:p>
    <w:p w14:paraId="5619DAA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accaaattgg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ctactaccga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agagctacca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gacgaattcg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tggtggtgac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ggtaaaatga</w:t>
      </w:r>
      <w:proofErr w:type="spellEnd"/>
    </w:p>
    <w:p w14:paraId="38E5096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aagatctcag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tccaagatgg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tatttctact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acctaggaac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tgggccagaa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gctggacttc</w:t>
      </w:r>
      <w:proofErr w:type="spellEnd"/>
    </w:p>
    <w:p w14:paraId="45A6E074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cctatggtgc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taacaaagac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ggcatcatat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gggttgcaac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tgagggagcc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ttgaatacac</w:t>
      </w:r>
      <w:proofErr w:type="spellEnd"/>
    </w:p>
    <w:p w14:paraId="2DFD9DC8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caaaagatca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cattggcacc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cgcaatcctg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ctaacaatgc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tgcaatcgtg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ctacaacttc</w:t>
      </w:r>
      <w:proofErr w:type="spellEnd"/>
    </w:p>
    <w:p w14:paraId="759ABAC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ctcaaggaac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aacattgcca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aaaggcttct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acgcagaagg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gagcagaggc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ggcagtcaag</w:t>
      </w:r>
      <w:proofErr w:type="spellEnd"/>
    </w:p>
    <w:p w14:paraId="4BFB415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cctcttctcg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ttcctcatca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cgtagtcgca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acagttcaag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aaattcaact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ccaggcagca</w:t>
      </w:r>
      <w:proofErr w:type="spellEnd"/>
    </w:p>
    <w:p w14:paraId="0105E47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gtaaacgaac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ttctcctgct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agaatggctg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gcaatggcgg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tgatgctgct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cttgctttgc</w:t>
      </w:r>
      <w:proofErr w:type="spellEnd"/>
    </w:p>
    <w:p w14:paraId="5A19B457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tgctgcttga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cagattgaac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cagcttgaga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gcaaaatgtc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tggtaaaggc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caacaacaac</w:t>
      </w:r>
      <w:proofErr w:type="spellEnd"/>
    </w:p>
    <w:p w14:paraId="27286006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aaggccaaac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tgtcactaag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aaatctgctg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ctgaggcttc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taagaagcct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cggcaaaaac</w:t>
      </w:r>
      <w:proofErr w:type="spellEnd"/>
    </w:p>
    <w:p w14:paraId="52F8932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gtactgccac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taaagcatac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aatgtaacac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aagctttcgg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cagacgtggt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ccagaacaaa</w:t>
      </w:r>
      <w:proofErr w:type="spellEnd"/>
    </w:p>
    <w:p w14:paraId="253147BC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cccaaggaaa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ttttggggac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caggaactaa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tcagacaagg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aactgattac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aaacattggc</w:t>
      </w:r>
      <w:proofErr w:type="spellEnd"/>
    </w:p>
    <w:p w14:paraId="6E99BC9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cgcaaattgc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acaatttgcc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cccagcgctt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cagcgttctt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cggaatgtcg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cgcattggca</w:t>
      </w:r>
      <w:proofErr w:type="spellEnd"/>
    </w:p>
    <w:p w14:paraId="1AE560D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tggaagtcac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accttcggga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acgtggttga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cctacacagg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tgccatcaaa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ttggatgaca</w:t>
      </w:r>
      <w:proofErr w:type="spellEnd"/>
    </w:p>
    <w:p w14:paraId="6CC0424F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aagatccaaa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tttcaaagat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caagtcattt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tgctgaataa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gcatattgac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gcatacaaaa</w:t>
      </w:r>
      <w:proofErr w:type="spellEnd"/>
    </w:p>
    <w:p w14:paraId="26BCD1BA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cattcccacc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aacagagcct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aaaaaggaca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aaaagaagaa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ggctgatgaa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actcaagcct</w:t>
      </w:r>
      <w:proofErr w:type="spellEnd"/>
    </w:p>
    <w:p w14:paraId="34C69E5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taccgcagag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acagaagaaa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cagcaaactg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tgactcttct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tcctgctgca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gatttggatg</w:t>
      </w:r>
      <w:proofErr w:type="spellEnd"/>
    </w:p>
    <w:p w14:paraId="42B469C9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atttctccaa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acaattgcaa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caatccatga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gccgtgctga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ctcaactcag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gcctaaactc</w:t>
      </w:r>
      <w:proofErr w:type="spellEnd"/>
    </w:p>
    <w:p w14:paraId="1E4B0E20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atgcagacca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cacaaggcag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atgggctata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taaacgtttt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cgcttttccg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tttacgatat</w:t>
      </w:r>
      <w:proofErr w:type="spellEnd"/>
    </w:p>
    <w:p w14:paraId="4069ADC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29521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atagtctact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cttgtgcaga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atgaattctc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gtaactacat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agcacaagta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gatgtagtta</w:t>
      </w:r>
      <w:proofErr w:type="spellEnd"/>
    </w:p>
    <w:p w14:paraId="313B8D92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actttaatct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cacatagcaa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tctttaatca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gtgtgtaaca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ttagggagga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cttgaaagag</w:t>
      </w:r>
      <w:proofErr w:type="spellEnd"/>
    </w:p>
    <w:p w14:paraId="54B2E65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ccaccacatt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ttcaccgagg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ccacgcggag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tacgatcgag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tgtacagtga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acaatgctag</w:t>
      </w:r>
      <w:proofErr w:type="spellEnd"/>
    </w:p>
    <w:p w14:paraId="6E3A87D1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ggagagctgc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ctatatggaa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gagccctaat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gtgtaaaatt</w:t>
      </w:r>
      <w:proofErr w:type="spellEnd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aattttagta</w:t>
      </w:r>
      <w:proofErr w:type="spellEnd"/>
    </w:p>
    <w:p w14:paraId="56794753" w14:textId="77777777" w:rsidR="00EE7937" w:rsidRPr="00EE7937" w:rsidRDefault="00EE7937" w:rsidP="00EE793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EE793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443765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93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E7937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4F6906"/>
  <w15:chartTrackingRefBased/>
  <w15:docId w15:val="{BDBF4B29-7B7E-3E45-9717-C15BCC823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0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4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2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84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10725</Words>
  <Characters>61139</Characters>
  <Application>Microsoft Office Word</Application>
  <DocSecurity>0</DocSecurity>
  <Lines>509</Lines>
  <Paragraphs>143</Paragraphs>
  <ScaleCrop>false</ScaleCrop>
  <Company/>
  <LinksUpToDate>false</LinksUpToDate>
  <CharactersWithSpaces>71721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2023-02-01T04:18:00Z</dcterms:created>
  <dcterms:modified xsi:type="dcterms:W3CDTF">2023-02-01T04:19:00Z</dcterms:modified>
</cp:coreProperties>
</file>